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262" w:rsidRDefault="00E05262" w:rsidP="00E05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508"/>
        <w:gridCol w:w="500"/>
        <w:gridCol w:w="4739"/>
      </w:tblGrid>
      <w:tr w:rsidR="00017B34" w:rsidRPr="00017B34" w:rsidTr="005C7E3B">
        <w:trPr>
          <w:trHeight w:val="1135"/>
        </w:trPr>
        <w:tc>
          <w:tcPr>
            <w:tcW w:w="4508" w:type="dxa"/>
          </w:tcPr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1095375</wp:posOffset>
                  </wp:positionH>
                  <wp:positionV relativeFrom="paragraph">
                    <wp:posOffset>89535</wp:posOffset>
                  </wp:positionV>
                  <wp:extent cx="573405" cy="685800"/>
                  <wp:effectExtent l="0" t="0" r="0" b="0"/>
                  <wp:wrapNone/>
                  <wp:docPr id="8" name="Рисунок 8" descr="Герб-3вариан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-3вариан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17B34" w:rsidRPr="00017B34" w:rsidRDefault="00017B34" w:rsidP="00017B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1F497D"/>
                <w:sz w:val="26"/>
                <w:szCs w:val="26"/>
                <w:lang w:eastAsia="ru-RU"/>
              </w:rPr>
            </w:pPr>
          </w:p>
        </w:tc>
        <w:tc>
          <w:tcPr>
            <w:tcW w:w="5239" w:type="dxa"/>
            <w:gridSpan w:val="2"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17B34" w:rsidRPr="00017B34" w:rsidTr="005C7E3B">
        <w:trPr>
          <w:trHeight w:val="441"/>
        </w:trPr>
        <w:tc>
          <w:tcPr>
            <w:tcW w:w="4508" w:type="dxa"/>
            <w:vMerge w:val="restart"/>
          </w:tcPr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24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b/>
                <w:color w:val="1F497D"/>
                <w:lang w:eastAsia="ru-RU"/>
              </w:rPr>
              <w:t>Муниципальное образование</w:t>
            </w: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24"/>
                <w:szCs w:val="20"/>
                <w:lang w:eastAsia="ru-RU"/>
              </w:rPr>
            </w:pPr>
            <w:proofErr w:type="spellStart"/>
            <w:r w:rsidRPr="00017B34">
              <w:rPr>
                <w:rFonts w:ascii="Times New Roman" w:eastAsia="Times New Roman" w:hAnsi="Times New Roman" w:cs="Times New Roman"/>
                <w:b/>
                <w:color w:val="1F497D"/>
                <w:lang w:eastAsia="ru-RU"/>
              </w:rPr>
              <w:t>Кондинский</w:t>
            </w:r>
            <w:proofErr w:type="spellEnd"/>
            <w:r w:rsidRPr="00017B34">
              <w:rPr>
                <w:rFonts w:ascii="Times New Roman" w:eastAsia="Times New Roman" w:hAnsi="Times New Roman" w:cs="Times New Roman"/>
                <w:b/>
                <w:color w:val="1F497D"/>
                <w:lang w:eastAsia="ru-RU"/>
              </w:rPr>
              <w:t xml:space="preserve"> район</w:t>
            </w: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497D"/>
                <w:sz w:val="18"/>
                <w:szCs w:val="18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b/>
                <w:color w:val="1F497D"/>
                <w:sz w:val="18"/>
                <w:szCs w:val="18"/>
                <w:lang w:eastAsia="ru-RU"/>
              </w:rPr>
              <w:t>Ханты-Мансийского автономного округа - Югры</w:t>
            </w: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ru-RU"/>
              </w:rPr>
            </w:pPr>
          </w:p>
          <w:p w:rsidR="003E06C3" w:rsidRPr="000C6D63" w:rsidRDefault="003E06C3" w:rsidP="003E06C3">
            <w:pPr>
              <w:pStyle w:val="5"/>
              <w:spacing w:line="0" w:lineRule="atLeast"/>
              <w:rPr>
                <w:color w:val="1F497D"/>
                <w:sz w:val="20"/>
              </w:rPr>
            </w:pPr>
            <w:r>
              <w:rPr>
                <w:color w:val="1F497D"/>
                <w:sz w:val="20"/>
              </w:rPr>
              <w:t>ПРЕДСЕДАТЕЛЬ ДУМЫ</w:t>
            </w:r>
          </w:p>
          <w:p w:rsidR="000D03F2" w:rsidRPr="000D03F2" w:rsidRDefault="003E06C3" w:rsidP="003E06C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iCs/>
                <w:color w:val="365F91" w:themeColor="accent1" w:themeShade="BF"/>
              </w:rPr>
            </w:pPr>
            <w:r w:rsidRPr="005A3103">
              <w:rPr>
                <w:rFonts w:ascii="Times New Roman" w:hAnsi="Times New Roman"/>
                <w:b/>
                <w:bCs/>
                <w:color w:val="1F497D"/>
                <w:sz w:val="20"/>
                <w:szCs w:val="20"/>
              </w:rPr>
              <w:t>КОНДИНСКОГО РАЙОНА</w:t>
            </w:r>
          </w:p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ru-RU"/>
              </w:rPr>
            </w:pPr>
          </w:p>
        </w:tc>
        <w:tc>
          <w:tcPr>
            <w:tcW w:w="5239" w:type="dxa"/>
            <w:gridSpan w:val="2"/>
          </w:tcPr>
          <w:p w:rsidR="00017B34" w:rsidRPr="00017B34" w:rsidRDefault="00017B34" w:rsidP="0001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17B34" w:rsidRPr="00017B34" w:rsidTr="005C7E3B">
        <w:trPr>
          <w:trHeight w:val="600"/>
        </w:trPr>
        <w:tc>
          <w:tcPr>
            <w:tcW w:w="4508" w:type="dxa"/>
            <w:vMerge/>
          </w:tcPr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vMerge w:val="restart"/>
          </w:tcPr>
          <w:p w:rsidR="00017B34" w:rsidRDefault="00017B34" w:rsidP="0001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03F2" w:rsidRPr="00017B34" w:rsidRDefault="000D03F2" w:rsidP="0001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739" w:type="dxa"/>
            <w:vMerge w:val="restart"/>
          </w:tcPr>
          <w:p w:rsidR="00017B34" w:rsidRPr="00017B34" w:rsidRDefault="00017B34" w:rsidP="00017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06C3" w:rsidRPr="00CF0963" w:rsidRDefault="00E76D24" w:rsidP="003E06C3">
            <w:pPr>
              <w:suppressAutoHyphens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Председателю Думы </w:t>
            </w:r>
            <w:r w:rsidR="003E06C3" w:rsidRPr="00CF0963">
              <w:rPr>
                <w:rFonts w:ascii="Times New Roman" w:hAnsi="Times New Roman"/>
                <w:sz w:val="24"/>
                <w:szCs w:val="24"/>
              </w:rPr>
              <w:t xml:space="preserve"> Ханты-Мансийского автономного округа-Югры</w:t>
            </w:r>
          </w:p>
          <w:p w:rsidR="003E06C3" w:rsidRPr="00CF0963" w:rsidRDefault="003E06C3" w:rsidP="003E06C3">
            <w:pPr>
              <w:suppressAutoHyphens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2C6F1B" w:rsidRPr="002C6F1B" w:rsidRDefault="00E76D24" w:rsidP="003E0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Б.С.Хохрякову</w:t>
            </w:r>
            <w:proofErr w:type="spellEnd"/>
          </w:p>
          <w:p w:rsidR="003F0C86" w:rsidRPr="00017B34" w:rsidRDefault="003F0C86" w:rsidP="00A56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7B34" w:rsidRPr="00017B34" w:rsidTr="005C7E3B">
        <w:trPr>
          <w:trHeight w:val="174"/>
        </w:trPr>
        <w:tc>
          <w:tcPr>
            <w:tcW w:w="4508" w:type="dxa"/>
          </w:tcPr>
          <w:p w:rsidR="00017B34" w:rsidRPr="00017B34" w:rsidRDefault="00017B34" w:rsidP="000D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iCs/>
                <w:color w:val="1F497D"/>
                <w:sz w:val="18"/>
                <w:szCs w:val="20"/>
                <w:lang w:eastAsia="ru-RU"/>
              </w:rPr>
              <w:t>Титова ул., д.2</w:t>
            </w:r>
            <w:r w:rsidR="000D03F2">
              <w:rPr>
                <w:rFonts w:ascii="Times New Roman" w:eastAsia="Times New Roman" w:hAnsi="Times New Roman" w:cs="Times New Roman"/>
                <w:iCs/>
                <w:color w:val="1F497D"/>
                <w:sz w:val="18"/>
                <w:szCs w:val="20"/>
                <w:lang w:eastAsia="ru-RU"/>
              </w:rPr>
              <w:t>6</w:t>
            </w:r>
            <w:r w:rsidRPr="00017B34">
              <w:rPr>
                <w:rFonts w:ascii="Times New Roman" w:eastAsia="Times New Roman" w:hAnsi="Times New Roman" w:cs="Times New Roman"/>
                <w:iCs/>
                <w:color w:val="1F497D"/>
                <w:sz w:val="18"/>
                <w:szCs w:val="20"/>
                <w:lang w:eastAsia="ru-RU"/>
              </w:rPr>
              <w:t xml:space="preserve">, </w:t>
            </w:r>
            <w:proofErr w:type="gramStart"/>
            <w:r w:rsidRPr="00017B34">
              <w:rPr>
                <w:rFonts w:ascii="Times New Roman" w:eastAsia="Times New Roman" w:hAnsi="Times New Roman" w:cs="Times New Roman"/>
                <w:iCs/>
                <w:color w:val="1F497D"/>
                <w:sz w:val="18"/>
                <w:szCs w:val="20"/>
                <w:lang w:eastAsia="ru-RU"/>
              </w:rPr>
              <w:t>Междуреченский</w:t>
            </w:r>
            <w:proofErr w:type="gramEnd"/>
            <w:r w:rsidRPr="00017B34">
              <w:rPr>
                <w:rFonts w:ascii="Times New Roman" w:eastAsia="Times New Roman" w:hAnsi="Times New Roman" w:cs="Times New Roman"/>
                <w:i/>
                <w:color w:val="1F497D"/>
                <w:sz w:val="18"/>
                <w:szCs w:val="20"/>
                <w:lang w:eastAsia="ru-RU"/>
              </w:rPr>
              <w:t>,</w:t>
            </w:r>
          </w:p>
        </w:tc>
        <w:tc>
          <w:tcPr>
            <w:tcW w:w="500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9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7B34" w:rsidRPr="00017B34" w:rsidTr="005C7E3B">
        <w:trPr>
          <w:trHeight w:val="174"/>
        </w:trPr>
        <w:tc>
          <w:tcPr>
            <w:tcW w:w="4508" w:type="dxa"/>
          </w:tcPr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eastAsia="ru-RU"/>
              </w:rPr>
            </w:pPr>
            <w:proofErr w:type="spellStart"/>
            <w:r w:rsidRPr="00017B34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>Кондинский</w:t>
            </w:r>
            <w:proofErr w:type="spellEnd"/>
            <w:r w:rsidRPr="00017B34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 xml:space="preserve"> район, Ханты-Мансийский</w:t>
            </w:r>
          </w:p>
        </w:tc>
        <w:tc>
          <w:tcPr>
            <w:tcW w:w="500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9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7B34" w:rsidRPr="00017B34" w:rsidTr="005C7E3B">
        <w:trPr>
          <w:trHeight w:val="174"/>
        </w:trPr>
        <w:tc>
          <w:tcPr>
            <w:tcW w:w="4508" w:type="dxa"/>
          </w:tcPr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>автономный округ - Югра, 628200</w:t>
            </w:r>
          </w:p>
        </w:tc>
        <w:tc>
          <w:tcPr>
            <w:tcW w:w="500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9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7B34" w:rsidRPr="00017B34" w:rsidTr="005C7E3B">
        <w:trPr>
          <w:trHeight w:val="174"/>
        </w:trPr>
        <w:tc>
          <w:tcPr>
            <w:tcW w:w="4508" w:type="dxa"/>
          </w:tcPr>
          <w:p w:rsidR="00017B34" w:rsidRPr="00017B34" w:rsidRDefault="00017B34" w:rsidP="000D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val="en-US" w:eastAsia="ru-RU"/>
              </w:rPr>
            </w:pPr>
            <w:r w:rsidRPr="00017B34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 xml:space="preserve">Телефон, факс (34677) </w:t>
            </w:r>
            <w:r w:rsidR="000D03F2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>32-018</w:t>
            </w:r>
          </w:p>
        </w:tc>
        <w:tc>
          <w:tcPr>
            <w:tcW w:w="500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9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7B34" w:rsidRPr="00EE58EC" w:rsidTr="005C7E3B">
        <w:trPr>
          <w:trHeight w:val="174"/>
        </w:trPr>
        <w:tc>
          <w:tcPr>
            <w:tcW w:w="4508" w:type="dxa"/>
          </w:tcPr>
          <w:p w:rsidR="00017B34" w:rsidRPr="00017B34" w:rsidRDefault="00017B34" w:rsidP="000D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val="en-US" w:eastAsia="ru-RU"/>
              </w:rPr>
            </w:pPr>
            <w:r w:rsidRPr="00017B34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val="en-US" w:eastAsia="ru-RU"/>
              </w:rPr>
              <w:t xml:space="preserve">E-mail: </w:t>
            </w:r>
            <w:hyperlink r:id="rId9" w:history="1">
              <w:r w:rsidR="000D03F2" w:rsidRPr="00F829FF">
                <w:rPr>
                  <w:rStyle w:val="ad"/>
                  <w:rFonts w:ascii="Times New Roman" w:eastAsia="Times New Roman" w:hAnsi="Times New Roman" w:cs="Times New Roman"/>
                  <w:sz w:val="18"/>
                  <w:szCs w:val="20"/>
                  <w:lang w:val="en-US" w:eastAsia="ru-RU"/>
                </w:rPr>
                <w:t>duma@admkonda.ru</w:t>
              </w:r>
            </w:hyperlink>
          </w:p>
        </w:tc>
        <w:tc>
          <w:tcPr>
            <w:tcW w:w="500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39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017B34" w:rsidRPr="00017B34" w:rsidTr="005C7E3B">
        <w:trPr>
          <w:trHeight w:val="174"/>
        </w:trPr>
        <w:tc>
          <w:tcPr>
            <w:tcW w:w="4508" w:type="dxa"/>
          </w:tcPr>
          <w:p w:rsidR="00017B34" w:rsidRPr="00017B34" w:rsidRDefault="008D096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val="en-US" w:eastAsia="ru-RU"/>
              </w:rPr>
            </w:pPr>
            <w:hyperlink r:id="rId10" w:history="1">
              <w:r w:rsidR="00017B34" w:rsidRPr="00017B34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val="en-US" w:eastAsia="ru-RU"/>
                </w:rPr>
                <w:t>http</w:t>
              </w:r>
              <w:r w:rsidR="00017B34" w:rsidRPr="00017B34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eastAsia="ru-RU"/>
                </w:rPr>
                <w:t>://</w:t>
              </w:r>
              <w:r w:rsidR="00017B34" w:rsidRPr="00017B34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val="en-US" w:eastAsia="ru-RU"/>
                </w:rPr>
                <w:t>www</w:t>
              </w:r>
              <w:r w:rsidR="00017B34" w:rsidRPr="00017B34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eastAsia="ru-RU"/>
                </w:rPr>
                <w:t>.</w:t>
              </w:r>
              <w:r w:rsidR="00017B34" w:rsidRPr="00017B34">
                <w:rPr>
                  <w:rFonts w:ascii="Times New Roman" w:eastAsia="Times New Roman" w:hAnsi="Times New Roman" w:cs="Times New Roman"/>
                  <w:color w:val="1F497D"/>
                  <w:sz w:val="18"/>
                  <w:szCs w:val="20"/>
                  <w:u w:val="single"/>
                  <w:lang w:val="en-US" w:eastAsia="ru-RU"/>
                </w:rPr>
                <w:t>admkonda.ru</w:t>
              </w:r>
            </w:hyperlink>
          </w:p>
        </w:tc>
        <w:tc>
          <w:tcPr>
            <w:tcW w:w="500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39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017B34" w:rsidRPr="00017B34" w:rsidTr="005C7E3B">
        <w:trPr>
          <w:trHeight w:val="174"/>
        </w:trPr>
        <w:tc>
          <w:tcPr>
            <w:tcW w:w="4508" w:type="dxa"/>
          </w:tcPr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00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39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017B34" w:rsidRPr="00017B34" w:rsidTr="005C7E3B">
        <w:trPr>
          <w:trHeight w:val="174"/>
        </w:trPr>
        <w:tc>
          <w:tcPr>
            <w:tcW w:w="4508" w:type="dxa"/>
          </w:tcPr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18"/>
                <w:lang w:val="en-US" w:eastAsia="ru-RU"/>
              </w:rPr>
            </w:pPr>
            <w:r w:rsidRPr="00017B34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>ОКПО 02070453, ОГРН 1028601391213</w:t>
            </w:r>
          </w:p>
        </w:tc>
        <w:tc>
          <w:tcPr>
            <w:tcW w:w="500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39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017B34" w:rsidRPr="00017B34" w:rsidTr="005C7E3B">
        <w:trPr>
          <w:trHeight w:val="174"/>
        </w:trPr>
        <w:tc>
          <w:tcPr>
            <w:tcW w:w="4508" w:type="dxa"/>
          </w:tcPr>
          <w:p w:rsidR="00017B34" w:rsidRPr="00017B34" w:rsidRDefault="00017B34" w:rsidP="0001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</w:pPr>
            <w:r w:rsidRPr="00017B34">
              <w:rPr>
                <w:rFonts w:ascii="Times New Roman" w:eastAsia="Times New Roman" w:hAnsi="Times New Roman" w:cs="Times New Roman"/>
                <w:color w:val="1F497D"/>
                <w:sz w:val="18"/>
                <w:szCs w:val="20"/>
                <w:lang w:eastAsia="ru-RU"/>
              </w:rPr>
              <w:t>ИНН / КПП 8616001630 / 861601001</w:t>
            </w:r>
          </w:p>
        </w:tc>
        <w:tc>
          <w:tcPr>
            <w:tcW w:w="500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39" w:type="dxa"/>
            <w:vMerge/>
          </w:tcPr>
          <w:p w:rsidR="00017B34" w:rsidRPr="00017B34" w:rsidRDefault="00017B34" w:rsidP="00017B3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</w:tbl>
    <w:tbl>
      <w:tblPr>
        <w:tblStyle w:val="a5"/>
        <w:tblW w:w="425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942C84" w:rsidRPr="00933810" w:rsidTr="00942C84">
        <w:tc>
          <w:tcPr>
            <w:tcW w:w="4253" w:type="dxa"/>
          </w:tcPr>
          <w:p w:rsidR="00942C84" w:rsidRPr="00393DAD" w:rsidRDefault="00942C84" w:rsidP="00E05262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</w:pPr>
          </w:p>
          <w:p w:rsidR="00942C84" w:rsidRPr="00903CF1" w:rsidRDefault="00942C84" w:rsidP="00E05262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</w:pPr>
            <w:bookmarkStart w:id="0" w:name="Regnum"/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[Номер документа]</w:t>
            </w:r>
            <w:bookmarkEnd w:id="0"/>
          </w:p>
          <w:p w:rsidR="00942C84" w:rsidRPr="00903CF1" w:rsidRDefault="00942C84" w:rsidP="00E05262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</w:pPr>
            <w:bookmarkStart w:id="1" w:name="Regdate"/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  <w:t>[</w:t>
            </w:r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Дата документа</w:t>
            </w:r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  <w:t>]</w:t>
            </w:r>
            <w:bookmarkEnd w:id="1"/>
          </w:p>
          <w:p w:rsidR="00942C84" w:rsidRPr="00933810" w:rsidRDefault="00942C84" w:rsidP="00AC194A">
            <w:pPr>
              <w:tabs>
                <w:tab w:val="right" w:pos="47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17B5" w:rsidRPr="002C6F1B" w:rsidRDefault="009917B5" w:rsidP="009917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E06C3" w:rsidRPr="00762FD3" w:rsidRDefault="003E06C3" w:rsidP="003E06C3">
      <w:pPr>
        <w:jc w:val="both"/>
        <w:rPr>
          <w:rFonts w:ascii="Times New Roman" w:hAnsi="Times New Roman"/>
          <w:sz w:val="24"/>
          <w:szCs w:val="24"/>
        </w:rPr>
      </w:pPr>
      <w:r w:rsidRPr="00CF0963">
        <w:rPr>
          <w:rFonts w:ascii="Times New Roman" w:hAnsi="Times New Roman"/>
          <w:sz w:val="24"/>
          <w:szCs w:val="24"/>
        </w:rPr>
        <w:t xml:space="preserve">На № </w:t>
      </w:r>
      <w:r w:rsidR="00124F36">
        <w:rPr>
          <w:rFonts w:ascii="Times New Roman" w:hAnsi="Times New Roman"/>
          <w:sz w:val="24"/>
          <w:szCs w:val="24"/>
        </w:rPr>
        <w:t>1270 от 19.05</w:t>
      </w:r>
      <w:r w:rsidRPr="00CF0963">
        <w:rPr>
          <w:rFonts w:ascii="Times New Roman" w:hAnsi="Times New Roman"/>
          <w:sz w:val="24"/>
          <w:szCs w:val="24"/>
        </w:rPr>
        <w:t>.20</w:t>
      </w:r>
      <w:r w:rsidR="00124F36">
        <w:rPr>
          <w:rFonts w:ascii="Times New Roman" w:hAnsi="Times New Roman"/>
          <w:sz w:val="24"/>
          <w:szCs w:val="24"/>
        </w:rPr>
        <w:t>21</w:t>
      </w:r>
    </w:p>
    <w:p w:rsidR="00762FD3" w:rsidRPr="00762FD3" w:rsidRDefault="00762FD3" w:rsidP="00762FD3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762FD3">
        <w:rPr>
          <w:rFonts w:ascii="Times New Roman" w:hAnsi="Times New Roman"/>
          <w:sz w:val="24"/>
          <w:szCs w:val="24"/>
        </w:rPr>
        <w:t>Уважаемый Борис Сергеевич!</w:t>
      </w:r>
    </w:p>
    <w:p w:rsidR="00762FD3" w:rsidRPr="00762FD3" w:rsidRDefault="00762FD3" w:rsidP="00762FD3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6C3" w:rsidRDefault="00516FD0" w:rsidP="00013124">
      <w:pPr>
        <w:pStyle w:val="ConsPlusTitle"/>
        <w:ind w:firstLine="708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>Направляю информацию об исполнении 1</w:t>
      </w:r>
      <w:r w:rsidR="00013124">
        <w:rPr>
          <w:b w:val="0"/>
          <w:sz w:val="24"/>
          <w:szCs w:val="24"/>
        </w:rPr>
        <w:t>4</w:t>
      </w:r>
      <w:r w:rsidR="00025D8E">
        <w:rPr>
          <w:b w:val="0"/>
          <w:sz w:val="24"/>
          <w:szCs w:val="24"/>
        </w:rPr>
        <w:t xml:space="preserve"> р</w:t>
      </w:r>
      <w:r>
        <w:rPr>
          <w:b w:val="0"/>
          <w:sz w:val="24"/>
          <w:szCs w:val="24"/>
        </w:rPr>
        <w:t>ешени</w:t>
      </w:r>
      <w:r w:rsidR="00025D8E">
        <w:rPr>
          <w:b w:val="0"/>
          <w:sz w:val="24"/>
          <w:szCs w:val="24"/>
        </w:rPr>
        <w:t>я</w:t>
      </w:r>
      <w:r>
        <w:rPr>
          <w:b w:val="0"/>
          <w:sz w:val="24"/>
          <w:szCs w:val="24"/>
        </w:rPr>
        <w:t xml:space="preserve"> </w:t>
      </w:r>
      <w:r w:rsidR="00762FD3" w:rsidRPr="00762FD3">
        <w:rPr>
          <w:b w:val="0"/>
          <w:sz w:val="24"/>
          <w:szCs w:val="24"/>
        </w:rPr>
        <w:t xml:space="preserve"> Координационного совета представительных органов  местного самоуправления муниципальных образований Ханты-Мансийского автономного округа-Югры и Думы Ханты-Манси</w:t>
      </w:r>
      <w:r w:rsidR="00013124">
        <w:rPr>
          <w:b w:val="0"/>
          <w:sz w:val="24"/>
          <w:szCs w:val="24"/>
        </w:rPr>
        <w:t>йского автономного округа-Югры.</w:t>
      </w:r>
    </w:p>
    <w:p w:rsidR="003E06C3" w:rsidRDefault="003E06C3" w:rsidP="003E06C3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6C3" w:rsidRPr="00C26106" w:rsidRDefault="003E06C3" w:rsidP="003E06C3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59"/>
        <w:gridCol w:w="3544"/>
        <w:gridCol w:w="2177"/>
      </w:tblGrid>
      <w:tr w:rsidR="000B30E4" w:rsidRPr="00927695" w:rsidTr="002920C6">
        <w:trPr>
          <w:trHeight w:val="1443"/>
        </w:trPr>
        <w:tc>
          <w:tcPr>
            <w:tcW w:w="3459" w:type="dxa"/>
          </w:tcPr>
          <w:p w:rsidR="000B30E4" w:rsidRPr="002C6F1B" w:rsidRDefault="009D49B4" w:rsidP="009D4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обязанности </w:t>
            </w:r>
            <w:proofErr w:type="spellStart"/>
            <w:r w:rsidR="00516FD0">
              <w:rPr>
                <w:rFonts w:ascii="Times New Roman" w:hAnsi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 w:rsidR="003E06C3" w:rsidRPr="00C26106">
              <w:rPr>
                <w:rFonts w:ascii="Times New Roman" w:hAnsi="Times New Roman"/>
                <w:sz w:val="24"/>
                <w:szCs w:val="24"/>
              </w:rPr>
              <w:t xml:space="preserve"> Думы</w:t>
            </w:r>
            <w:r w:rsidR="00C2131C" w:rsidRPr="002C6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131C" w:rsidRPr="002C6F1B">
              <w:rPr>
                <w:rFonts w:ascii="Times New Roman" w:hAnsi="Times New Roman" w:cs="Times New Roman"/>
                <w:sz w:val="24"/>
                <w:szCs w:val="24"/>
              </w:rPr>
              <w:t>Кондинского</w:t>
            </w:r>
            <w:proofErr w:type="spellEnd"/>
            <w:r w:rsidR="00C2131C" w:rsidRPr="002C6F1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544" w:type="dxa"/>
            <w:vAlign w:val="center"/>
          </w:tcPr>
          <w:p w:rsidR="00365C36" w:rsidRPr="00CA7141" w:rsidRDefault="00365C36" w:rsidP="00D213D8">
            <w:pPr>
              <w:pStyle w:val="ac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77" w:type="dxa"/>
            <w:tcBorders>
              <w:left w:val="nil"/>
            </w:tcBorders>
          </w:tcPr>
          <w:p w:rsidR="00624276" w:rsidRPr="002C6F1B" w:rsidRDefault="009D49B4" w:rsidP="000131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В.П.Калашнюк</w:t>
            </w:r>
            <w:proofErr w:type="spellEnd"/>
          </w:p>
        </w:tc>
      </w:tr>
    </w:tbl>
    <w:p w:rsidR="00A425BD" w:rsidRDefault="00A425BD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425BD" w:rsidRDefault="00A425BD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56B2A" w:rsidRDefault="00A56B2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917B5" w:rsidRPr="00343BF0" w:rsidRDefault="009917B5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3BF0"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B8334A" w:rsidRDefault="00B8334A" w:rsidP="009917B5">
      <w:pPr>
        <w:pStyle w:val="aa"/>
        <w:spacing w:after="0" w:line="240" w:lineRule="auto"/>
        <w:ind w:left="0"/>
        <w:rPr>
          <w:rFonts w:ascii="Times New Roman" w:hAnsi="Times New Roman"/>
          <w:bCs/>
          <w:sz w:val="20"/>
          <w:szCs w:val="20"/>
          <w:lang w:val="ru-RU"/>
        </w:rPr>
      </w:pPr>
      <w:r>
        <w:rPr>
          <w:rFonts w:ascii="Times New Roman" w:hAnsi="Times New Roman"/>
          <w:bCs/>
          <w:sz w:val="20"/>
          <w:szCs w:val="20"/>
          <w:lang w:val="ru-RU"/>
        </w:rPr>
        <w:t>Начал</w:t>
      </w:r>
      <w:r w:rsidR="00762FD3">
        <w:rPr>
          <w:rFonts w:ascii="Times New Roman" w:hAnsi="Times New Roman"/>
          <w:bCs/>
          <w:sz w:val="20"/>
          <w:szCs w:val="20"/>
          <w:lang w:val="ru-RU"/>
        </w:rPr>
        <w:t>ь</w:t>
      </w:r>
      <w:r>
        <w:rPr>
          <w:rFonts w:ascii="Times New Roman" w:hAnsi="Times New Roman"/>
          <w:bCs/>
          <w:sz w:val="20"/>
          <w:szCs w:val="20"/>
          <w:lang w:val="ru-RU"/>
        </w:rPr>
        <w:t xml:space="preserve">ник отдела по организации деятельности Думы </w:t>
      </w:r>
      <w:proofErr w:type="spellStart"/>
      <w:r>
        <w:rPr>
          <w:rFonts w:ascii="Times New Roman" w:hAnsi="Times New Roman"/>
          <w:bCs/>
          <w:sz w:val="20"/>
          <w:szCs w:val="20"/>
          <w:lang w:val="ru-RU"/>
        </w:rPr>
        <w:t>Конд</w:t>
      </w:r>
      <w:r w:rsidR="00762FD3">
        <w:rPr>
          <w:rFonts w:ascii="Times New Roman" w:hAnsi="Times New Roman"/>
          <w:bCs/>
          <w:sz w:val="20"/>
          <w:szCs w:val="20"/>
          <w:lang w:val="ru-RU"/>
        </w:rPr>
        <w:t>и</w:t>
      </w:r>
      <w:r>
        <w:rPr>
          <w:rFonts w:ascii="Times New Roman" w:hAnsi="Times New Roman"/>
          <w:bCs/>
          <w:sz w:val="20"/>
          <w:szCs w:val="20"/>
          <w:lang w:val="ru-RU"/>
        </w:rPr>
        <w:t>нского</w:t>
      </w:r>
      <w:proofErr w:type="spellEnd"/>
      <w:r>
        <w:rPr>
          <w:rFonts w:ascii="Times New Roman" w:hAnsi="Times New Roman"/>
          <w:bCs/>
          <w:sz w:val="20"/>
          <w:szCs w:val="20"/>
          <w:lang w:val="ru-RU"/>
        </w:rPr>
        <w:t xml:space="preserve"> района</w:t>
      </w:r>
    </w:p>
    <w:p w:rsidR="009917B5" w:rsidRPr="00343BF0" w:rsidRDefault="00B8334A" w:rsidP="009917B5">
      <w:pPr>
        <w:pStyle w:val="aa"/>
        <w:spacing w:after="0" w:line="240" w:lineRule="auto"/>
        <w:ind w:left="0"/>
        <w:rPr>
          <w:rFonts w:ascii="Times New Roman" w:hAnsi="Times New Roman"/>
          <w:bCs/>
          <w:sz w:val="20"/>
          <w:szCs w:val="20"/>
          <w:lang w:val="ru-RU"/>
        </w:rPr>
      </w:pPr>
      <w:proofErr w:type="spellStart"/>
      <w:r>
        <w:rPr>
          <w:rFonts w:ascii="Times New Roman" w:hAnsi="Times New Roman"/>
          <w:bCs/>
          <w:sz w:val="20"/>
          <w:szCs w:val="20"/>
          <w:lang w:val="ru-RU"/>
        </w:rPr>
        <w:t>Трифанова</w:t>
      </w:r>
      <w:proofErr w:type="spellEnd"/>
      <w:r>
        <w:rPr>
          <w:rFonts w:ascii="Times New Roman" w:hAnsi="Times New Roman"/>
          <w:bCs/>
          <w:sz w:val="20"/>
          <w:szCs w:val="20"/>
          <w:lang w:val="ru-RU"/>
        </w:rPr>
        <w:t xml:space="preserve"> Татьяна Петровна</w:t>
      </w:r>
    </w:p>
    <w:p w:rsidR="00516FD0" w:rsidRDefault="00762FD3" w:rsidP="00E76D24">
      <w:pPr>
        <w:pStyle w:val="ConsPlusTitle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8</w:t>
      </w:r>
      <w:r w:rsidR="009917B5" w:rsidRPr="00343BF0">
        <w:rPr>
          <w:b w:val="0"/>
          <w:sz w:val="20"/>
          <w:szCs w:val="20"/>
        </w:rPr>
        <w:t>(3467</w:t>
      </w:r>
      <w:r w:rsidR="00942C84">
        <w:rPr>
          <w:b w:val="0"/>
          <w:sz w:val="20"/>
          <w:szCs w:val="20"/>
        </w:rPr>
        <w:t>7</w:t>
      </w:r>
      <w:r w:rsidR="009917B5" w:rsidRPr="00343BF0">
        <w:rPr>
          <w:b w:val="0"/>
          <w:sz w:val="20"/>
          <w:szCs w:val="20"/>
        </w:rPr>
        <w:t xml:space="preserve">) </w:t>
      </w:r>
      <w:r w:rsidR="00B8334A">
        <w:rPr>
          <w:b w:val="0"/>
          <w:sz w:val="20"/>
          <w:szCs w:val="20"/>
        </w:rPr>
        <w:t>3018</w:t>
      </w:r>
    </w:p>
    <w:p w:rsidR="00516FD0" w:rsidRDefault="00516FD0" w:rsidP="00516FD0">
      <w:pPr>
        <w:ind w:firstLine="708"/>
        <w:sectPr w:rsidR="00516FD0" w:rsidSect="00E76D24">
          <w:pgSz w:w="11906" w:h="16838"/>
          <w:pgMar w:top="1134" w:right="851" w:bottom="1134" w:left="1560" w:header="709" w:footer="709" w:gutter="0"/>
          <w:cols w:space="708"/>
          <w:docGrid w:linePitch="360"/>
        </w:sectPr>
      </w:pPr>
    </w:p>
    <w:p w:rsidR="00516FD0" w:rsidRPr="00516FD0" w:rsidRDefault="00516FD0" w:rsidP="00516F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6FD0"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025D8E">
        <w:rPr>
          <w:rFonts w:ascii="Times New Roman" w:hAnsi="Times New Roman" w:cs="Times New Roman"/>
          <w:sz w:val="24"/>
          <w:szCs w:val="24"/>
        </w:rPr>
        <w:t>Приложение</w:t>
      </w:r>
    </w:p>
    <w:p w:rsidR="00516FD0" w:rsidRPr="00516FD0" w:rsidRDefault="00516FD0" w:rsidP="00516FD0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6FD0" w:rsidRPr="00516FD0" w:rsidRDefault="00516FD0" w:rsidP="00516FD0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6FD0">
        <w:rPr>
          <w:rFonts w:ascii="Times New Roman" w:hAnsi="Times New Roman" w:cs="Times New Roman"/>
          <w:sz w:val="24"/>
          <w:szCs w:val="24"/>
        </w:rPr>
        <w:t>Информация</w:t>
      </w:r>
    </w:p>
    <w:p w:rsidR="00516FD0" w:rsidRPr="00AF64FD" w:rsidRDefault="00516FD0" w:rsidP="00AF64FD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16FD0">
        <w:rPr>
          <w:rFonts w:ascii="Times New Roman" w:hAnsi="Times New Roman" w:cs="Times New Roman"/>
          <w:sz w:val="24"/>
          <w:szCs w:val="24"/>
        </w:rPr>
        <w:t xml:space="preserve"> о выполнении рекомендаций решений </w:t>
      </w:r>
      <w:r w:rsidR="00025D8E">
        <w:rPr>
          <w:rFonts w:ascii="Times New Roman" w:hAnsi="Times New Roman" w:cs="Times New Roman"/>
          <w:sz w:val="24"/>
          <w:szCs w:val="24"/>
        </w:rPr>
        <w:t>14</w:t>
      </w:r>
      <w:r w:rsidRPr="00516FD0">
        <w:rPr>
          <w:rFonts w:ascii="Times New Roman" w:hAnsi="Times New Roman" w:cs="Times New Roman"/>
          <w:sz w:val="24"/>
          <w:szCs w:val="24"/>
        </w:rPr>
        <w:t xml:space="preserve">  заседани</w:t>
      </w:r>
      <w:r w:rsidR="00025D8E">
        <w:rPr>
          <w:rFonts w:ascii="Times New Roman" w:hAnsi="Times New Roman" w:cs="Times New Roman"/>
          <w:sz w:val="24"/>
          <w:szCs w:val="24"/>
        </w:rPr>
        <w:t>я</w:t>
      </w:r>
      <w:r w:rsidRPr="00516FD0">
        <w:rPr>
          <w:rFonts w:ascii="Times New Roman" w:hAnsi="Times New Roman" w:cs="Times New Roman"/>
          <w:sz w:val="24"/>
          <w:szCs w:val="24"/>
        </w:rPr>
        <w:t xml:space="preserve"> </w:t>
      </w:r>
      <w:r w:rsidR="00025D8E">
        <w:rPr>
          <w:rFonts w:ascii="Times New Roman" w:hAnsi="Times New Roman" w:cs="Times New Roman"/>
          <w:sz w:val="24"/>
          <w:szCs w:val="24"/>
        </w:rPr>
        <w:t>К</w:t>
      </w:r>
      <w:r w:rsidRPr="00516FD0">
        <w:rPr>
          <w:rFonts w:ascii="Times New Roman" w:hAnsi="Times New Roman" w:cs="Times New Roman"/>
          <w:sz w:val="24"/>
          <w:szCs w:val="24"/>
        </w:rPr>
        <w:t xml:space="preserve">оординационного </w:t>
      </w:r>
      <w:r w:rsidR="00025D8E">
        <w:rPr>
          <w:rFonts w:ascii="Times New Roman" w:hAnsi="Times New Roman" w:cs="Times New Roman"/>
          <w:sz w:val="24"/>
          <w:szCs w:val="24"/>
        </w:rPr>
        <w:t>с</w:t>
      </w:r>
      <w:r w:rsidRPr="00516FD0">
        <w:rPr>
          <w:rFonts w:ascii="Times New Roman" w:hAnsi="Times New Roman" w:cs="Times New Roman"/>
          <w:sz w:val="24"/>
          <w:szCs w:val="24"/>
        </w:rPr>
        <w:t xml:space="preserve">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</w:t>
      </w:r>
      <w:r w:rsidRPr="00AF64FD">
        <w:rPr>
          <w:rFonts w:ascii="Times New Roman" w:hAnsi="Times New Roman" w:cs="Times New Roman"/>
          <w:sz w:val="20"/>
          <w:szCs w:val="20"/>
        </w:rPr>
        <w:t>округа – Югры.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566"/>
        <w:gridCol w:w="9181"/>
      </w:tblGrid>
      <w:tr w:rsidR="00013124" w:rsidRPr="00AF64FD" w:rsidTr="00BF7E4A">
        <w:tc>
          <w:tcPr>
            <w:tcW w:w="9747" w:type="dxa"/>
            <w:gridSpan w:val="2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35"/>
              <w:gridCol w:w="96"/>
            </w:tblGrid>
            <w:tr w:rsidR="00013124" w:rsidRPr="00AF64FD" w:rsidTr="00BF7E4A"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013124" w:rsidRPr="00AF64FD" w:rsidRDefault="00013124" w:rsidP="00AF64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F64F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Решение четырнадцатого </w:t>
                  </w:r>
                  <w:proofErr w:type="gramStart"/>
                  <w:r w:rsidRPr="00AF64F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заседания Координационного совета представительных органов местного самоуправления муниципальных образований</w:t>
                  </w:r>
                  <w:proofErr w:type="gramEnd"/>
                  <w:r w:rsidRPr="00AF64F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Ханты-Мансийского автономного округа – Югры и Думы Ханты-Мансийского автономного округа – Югры от </w:t>
                  </w:r>
                  <w:r w:rsidRPr="00AF64F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 ноября 2020 года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013124" w:rsidRPr="00AF64FD" w:rsidRDefault="00013124" w:rsidP="00AF64F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013124" w:rsidRPr="00AF64FD" w:rsidRDefault="00013124" w:rsidP="00AF64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124" w:rsidRPr="00AF64FD" w:rsidTr="00F839B9">
        <w:tc>
          <w:tcPr>
            <w:tcW w:w="566" w:type="dxa"/>
          </w:tcPr>
          <w:p w:rsidR="00013124" w:rsidRPr="00AF64FD" w:rsidRDefault="009D49B4" w:rsidP="00AF64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1 .1</w:t>
            </w:r>
          </w:p>
        </w:tc>
        <w:tc>
          <w:tcPr>
            <w:tcW w:w="9181" w:type="dxa"/>
          </w:tcPr>
          <w:p w:rsidR="009D49B4" w:rsidRPr="00AF64FD" w:rsidRDefault="009D49B4" w:rsidP="00AF64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9D49B4" w:rsidRPr="00AF64FD" w:rsidRDefault="009D49B4" w:rsidP="00AF64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Федеральным законом от 24 апреля 2020 года № 148-ФЗ "О внесении изменений в отдельные законодательные акты Российской Федерации", Законом Ханты-Мансийского автономного округа – Югры от 28 мая 2020 года № 50-оз "О внесении изменений в отдельные законы Ханты-Мансийского автономного округа – Югры" принято решение Совета депутатов городского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от 16 декабря 2020 года № 115 «О внесении изменений в Устав городского</w:t>
            </w:r>
            <w:proofErr w:type="gram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013124" w:rsidRPr="00AF64FD" w:rsidRDefault="009D49B4" w:rsidP="00AF64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Мул</w:t>
            </w:r>
            <w:r w:rsidR="00E83DB9"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мья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49B4" w:rsidRPr="00AF64FD" w:rsidRDefault="009D49B4" w:rsidP="00AF64FD">
            <w:pPr>
              <w:pStyle w:val="ae"/>
              <w:ind w:left="0"/>
              <w:jc w:val="both"/>
              <w:rPr>
                <w:sz w:val="20"/>
                <w:szCs w:val="20"/>
              </w:rPr>
            </w:pPr>
            <w:r w:rsidRPr="00AF64FD">
              <w:rPr>
                <w:sz w:val="20"/>
                <w:szCs w:val="20"/>
              </w:rPr>
              <w:t xml:space="preserve">Устав муниципального образования </w:t>
            </w:r>
            <w:proofErr w:type="spellStart"/>
            <w:r w:rsidRPr="00AF64FD">
              <w:rPr>
                <w:sz w:val="20"/>
                <w:szCs w:val="20"/>
              </w:rPr>
              <w:t>сп</w:t>
            </w:r>
            <w:proofErr w:type="spellEnd"/>
            <w:r w:rsidRPr="00AF64FD">
              <w:rPr>
                <w:sz w:val="20"/>
                <w:szCs w:val="20"/>
              </w:rPr>
              <w:t xml:space="preserve"> </w:t>
            </w:r>
            <w:proofErr w:type="spellStart"/>
            <w:r w:rsidRPr="00AF64FD">
              <w:rPr>
                <w:sz w:val="20"/>
                <w:szCs w:val="20"/>
              </w:rPr>
              <w:t>Мулымья</w:t>
            </w:r>
            <w:proofErr w:type="spellEnd"/>
            <w:r w:rsidRPr="00AF64FD">
              <w:rPr>
                <w:sz w:val="20"/>
                <w:szCs w:val="20"/>
              </w:rPr>
              <w:t xml:space="preserve"> приведен в соответствие с Федеральным Законом от 24 апреля 2020года № 148-ФЗ, Законом ХМАО-Югры от 28 мая 2020года № 50-оз.</w:t>
            </w:r>
          </w:p>
          <w:p w:rsidR="00EE58EC" w:rsidRPr="00AF64FD" w:rsidRDefault="00EE58EC" w:rsidP="00AF64FD">
            <w:pPr>
              <w:pStyle w:val="ae"/>
              <w:ind w:left="0"/>
              <w:jc w:val="both"/>
              <w:rPr>
                <w:b/>
                <w:sz w:val="20"/>
                <w:szCs w:val="20"/>
              </w:rPr>
            </w:pPr>
            <w:proofErr w:type="spellStart"/>
            <w:r w:rsidRPr="00AF64FD">
              <w:rPr>
                <w:b/>
                <w:sz w:val="20"/>
                <w:szCs w:val="20"/>
              </w:rPr>
              <w:t>Куминский</w:t>
            </w:r>
            <w:proofErr w:type="spellEnd"/>
          </w:p>
          <w:p w:rsidR="00EE58EC" w:rsidRPr="00AF64FD" w:rsidRDefault="00EE58EC" w:rsidP="00AF64FD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Устав городского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Куминский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приведен в соответствии с</w:t>
            </w:r>
            <w:r w:rsidR="00FA54F2"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Федеральным законом от 24 апреля 2020 года № 148-ФЗ "О внесении изменений в отдельные законодательные акты Российской Федерации", Законом Ханты-Мансийского автономного округа – Югры от 28 мая 2020 года № 50-оз "О внесении изменений в отдельные законы Ханты-Мансийского автономного округа – Югры" </w:t>
            </w:r>
            <w:r w:rsidRPr="00AF64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– решением Совета депутатов городского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i/>
                <w:sz w:val="20"/>
                <w:szCs w:val="20"/>
              </w:rPr>
              <w:t>Куминский</w:t>
            </w:r>
            <w:proofErr w:type="spellEnd"/>
            <w:r w:rsidRPr="00AF64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от 06.10.2020 №112.</w:t>
            </w:r>
            <w:proofErr w:type="gramEnd"/>
          </w:p>
          <w:p w:rsidR="00EE58EC" w:rsidRPr="00AF64FD" w:rsidRDefault="00EE58EC" w:rsidP="00AF64FD">
            <w:pPr>
              <w:pStyle w:val="ac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Федеральным законом от 20 июля 2020 года № 236-ФЗ "О внесении изменений в Федеральный закон "Об общих принципах организации местного самоуправления в Российской Федерации" – </w:t>
            </w:r>
            <w:r w:rsidRPr="00AF64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решением Совета депутатов городского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i/>
                <w:sz w:val="20"/>
                <w:szCs w:val="20"/>
              </w:rPr>
              <w:t>Куминский</w:t>
            </w:r>
            <w:proofErr w:type="spellEnd"/>
            <w:r w:rsidRPr="00AF64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№134 от 22.01.2021.</w:t>
            </w:r>
          </w:p>
          <w:p w:rsidR="00FA54F2" w:rsidRPr="00AF64FD" w:rsidRDefault="00FA54F2" w:rsidP="00AF64FD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Шугур</w:t>
            </w:r>
            <w:proofErr w:type="spellEnd"/>
            <w:r w:rsidR="00AF64FD"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FA54F2" w:rsidRPr="00AF64FD" w:rsidRDefault="00FA54F2" w:rsidP="00F839B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F6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Устав  муниципального образования  сельского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Шугур</w:t>
            </w:r>
            <w:proofErr w:type="spellEnd"/>
            <w:r w:rsidRPr="00AF6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приведен в соответствие с Федеральным законом от 24 апреля 2020 года № 148-ФЗ "О внесении изменений в отдельные законодательные акты Российской Федерации", Законом Ханты-Мансийского автономного округа – Югры от 28 мая 2020 года № 50-оз "О внесении изменений в отдельные законы Ханты-Мансийского автономного округа – Югры", Федеральным законом от 20 июля 2020 года № 236-ФЗ "О внесении изменений в</w:t>
            </w:r>
            <w:proofErr w:type="gramEnd"/>
            <w:r w:rsidRPr="00AF6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Федеральный закон "Об общих принципах организации местного самоуправления в Российской Федерации"  решениями Совета депутатов сельского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Шугур</w:t>
            </w:r>
            <w:proofErr w:type="spellEnd"/>
            <w:r w:rsidRPr="00AF6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FA54F2" w:rsidRPr="00AF64FD" w:rsidRDefault="00FA54F2" w:rsidP="00AF64FD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от 20.01.2021  №118 «О внесении изменений в  устав муниципального образования сельское поселение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Шугур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FA54F2" w:rsidRPr="00AF64FD" w:rsidRDefault="00FA54F2" w:rsidP="00AF64FD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30.04.2021  №139 «О внесении изменений в  устав муниципального образования сельское поселение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Шугур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Кондинского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Ханты-Мансийск</w:t>
            </w:r>
            <w:r w:rsidR="00AF64FD" w:rsidRPr="00AF64FD">
              <w:rPr>
                <w:rFonts w:ascii="Times New Roman" w:hAnsi="Times New Roman" w:cs="Times New Roman"/>
                <w:sz w:val="20"/>
                <w:szCs w:val="20"/>
              </w:rPr>
              <w:t>ого автономного округа - Югры».</w:t>
            </w:r>
          </w:p>
          <w:p w:rsidR="00AF64FD" w:rsidRPr="00AF64FD" w:rsidRDefault="00AF64FD" w:rsidP="00AF64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Болчары</w:t>
            </w:r>
            <w:proofErr w:type="spellEnd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FA54F2" w:rsidRPr="00AF64FD" w:rsidRDefault="00AF64FD" w:rsidP="00AF64F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Советом депутатов сельского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Болчары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принято решение от 20 июля 2020 года № 139 «О внесении изменений в Устав сельского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Болчары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», в части дополнения статьи 22 абзацем следующего содержания «Депутату Совета поселения, для осуществления своих полномочий на не постоянной основе, гарантируется сохранение места работы (должности) в количестве шести рабочих дней в месяц в совокупности.»</w:t>
            </w:r>
            <w:proofErr w:type="gramEnd"/>
          </w:p>
          <w:p w:rsidR="00EE58EC" w:rsidRPr="00AF64FD" w:rsidRDefault="00EE58EC" w:rsidP="00AF64FD">
            <w:pPr>
              <w:pStyle w:val="ae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5F77" w:rsidRPr="00AF64FD" w:rsidTr="00F839B9">
        <w:tc>
          <w:tcPr>
            <w:tcW w:w="566" w:type="dxa"/>
          </w:tcPr>
          <w:p w:rsidR="008B5F77" w:rsidRPr="00AF64FD" w:rsidRDefault="009D49B4" w:rsidP="00AF64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</w:p>
        </w:tc>
        <w:tc>
          <w:tcPr>
            <w:tcW w:w="9181" w:type="dxa"/>
          </w:tcPr>
          <w:p w:rsidR="009D49B4" w:rsidRPr="00AF64FD" w:rsidRDefault="009D49B4" w:rsidP="00AF64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Кондинс</w:t>
            </w:r>
            <w:r w:rsidR="00FA54F2"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ое</w:t>
            </w:r>
            <w:proofErr w:type="spellEnd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9D49B4" w:rsidRPr="00AF64FD" w:rsidRDefault="009D49B4" w:rsidP="00AF64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Федерального закона от 20 июля 2020 года № 236-ФЗ «О внесении изменений в Федеральный закон «Об общих принципах организации местного самоуправления в Российской Федерации», приняты решения Совета депутатов городского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D49B4" w:rsidRPr="00AF64FD" w:rsidRDefault="009D49B4" w:rsidP="00AF64FD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от 16 декабря 2020 года № 137 «О внесении изменений в Устав муниципального образования городское  поселение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9D49B4" w:rsidRPr="00AF64FD" w:rsidRDefault="009D49B4" w:rsidP="00AF64FD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от 28 января 2021 года  № 143 «О внесении изменений в решение Совета депутатов городского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от 19 февраля 2020 года № 95 «Об утверждении Порядка назначения и проведения опроса граждан в городском поселении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8B5F77" w:rsidRPr="00AF64FD" w:rsidRDefault="009D49B4" w:rsidP="00AF64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Мул</w:t>
            </w:r>
            <w:r w:rsidR="00E83DB9"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мья</w:t>
            </w:r>
            <w:proofErr w:type="spellEnd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9D49B4" w:rsidRPr="00AF64FD" w:rsidRDefault="009D49B4" w:rsidP="00AF64FD">
            <w:pPr>
              <w:pStyle w:val="ae"/>
              <w:ind w:left="0"/>
              <w:jc w:val="both"/>
              <w:rPr>
                <w:sz w:val="20"/>
                <w:szCs w:val="20"/>
              </w:rPr>
            </w:pPr>
            <w:r w:rsidRPr="00AF64FD">
              <w:rPr>
                <w:sz w:val="20"/>
                <w:szCs w:val="20"/>
              </w:rPr>
              <w:t xml:space="preserve">Устав муниципального образования </w:t>
            </w:r>
            <w:proofErr w:type="spellStart"/>
            <w:r w:rsidRPr="00AF64FD">
              <w:rPr>
                <w:sz w:val="20"/>
                <w:szCs w:val="20"/>
              </w:rPr>
              <w:t>сп</w:t>
            </w:r>
            <w:proofErr w:type="spellEnd"/>
            <w:r w:rsidRPr="00AF64FD">
              <w:rPr>
                <w:sz w:val="20"/>
                <w:szCs w:val="20"/>
              </w:rPr>
              <w:t xml:space="preserve"> </w:t>
            </w:r>
            <w:proofErr w:type="spellStart"/>
            <w:r w:rsidRPr="00AF64FD">
              <w:rPr>
                <w:sz w:val="20"/>
                <w:szCs w:val="20"/>
              </w:rPr>
              <w:t>Мулымья</w:t>
            </w:r>
            <w:proofErr w:type="spellEnd"/>
            <w:r w:rsidRPr="00AF64FD">
              <w:rPr>
                <w:sz w:val="20"/>
                <w:szCs w:val="20"/>
              </w:rPr>
              <w:t xml:space="preserve"> приведен в соответствие с Федеральным Законом от 20 июля 2020года № 236-ФЗ;</w:t>
            </w:r>
          </w:p>
          <w:p w:rsidR="009D49B4" w:rsidRPr="00AF64FD" w:rsidRDefault="009D49B4" w:rsidP="00AF64FD">
            <w:pPr>
              <w:pStyle w:val="ae"/>
              <w:ind w:left="0"/>
              <w:jc w:val="both"/>
              <w:rPr>
                <w:sz w:val="20"/>
                <w:szCs w:val="20"/>
              </w:rPr>
            </w:pPr>
            <w:r w:rsidRPr="00AF64FD">
              <w:rPr>
                <w:sz w:val="20"/>
                <w:szCs w:val="20"/>
              </w:rPr>
              <w:lastRenderedPageBreak/>
              <w:t xml:space="preserve"> </w:t>
            </w:r>
            <w:r w:rsidR="00E83DB9" w:rsidRPr="00AF64FD">
              <w:rPr>
                <w:sz w:val="20"/>
                <w:szCs w:val="20"/>
              </w:rPr>
              <w:t xml:space="preserve">         </w:t>
            </w:r>
            <w:r w:rsidRPr="00AF64FD">
              <w:rPr>
                <w:sz w:val="20"/>
                <w:szCs w:val="20"/>
              </w:rPr>
              <w:t xml:space="preserve">Проектом Решения Совета депутатов сельского поселения </w:t>
            </w:r>
            <w:proofErr w:type="spellStart"/>
            <w:r w:rsidRPr="00AF64FD">
              <w:rPr>
                <w:sz w:val="20"/>
                <w:szCs w:val="20"/>
              </w:rPr>
              <w:t>Мулымья</w:t>
            </w:r>
            <w:proofErr w:type="spellEnd"/>
            <w:r w:rsidRPr="00AF64FD">
              <w:rPr>
                <w:sz w:val="20"/>
                <w:szCs w:val="20"/>
              </w:rPr>
              <w:t>, регламентирующим порядок внесения инициативных проектов на рассмотрение, предусмотрено право некоммерческим  организациям выступать инициаторами проектов. Срок рассмотрения и принятия проекта нормативного правового акт</w:t>
            </w:r>
            <w:proofErr w:type="gramStart"/>
            <w:r w:rsidRPr="00AF64FD">
              <w:rPr>
                <w:sz w:val="20"/>
                <w:szCs w:val="20"/>
              </w:rPr>
              <w:t>а-</w:t>
            </w:r>
            <w:proofErr w:type="gramEnd"/>
            <w:r w:rsidRPr="00AF64FD">
              <w:rPr>
                <w:sz w:val="20"/>
                <w:szCs w:val="20"/>
              </w:rPr>
              <w:t xml:space="preserve"> июнь 2021 год.;</w:t>
            </w:r>
          </w:p>
          <w:p w:rsidR="009D49B4" w:rsidRPr="00AF64FD" w:rsidRDefault="009D49B4" w:rsidP="00AF64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Проектом Решения Совета депутатов сельского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Мулымья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, регламентирующим реализацию инициативных проектов на территории муниципального образования   предусмотрено проведение муниципальных конкурсов по отбору инициативных проектов в информационной системе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myopenugra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. Срок рассмотрения и принятия проекта нормативного правового акт</w:t>
            </w:r>
            <w:proofErr w:type="gram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июнь 2021 год.</w:t>
            </w:r>
          </w:p>
          <w:p w:rsidR="00A232D9" w:rsidRPr="00AF64FD" w:rsidRDefault="00A232D9" w:rsidP="00AF64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Куминский</w:t>
            </w:r>
            <w:proofErr w:type="spellEnd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A232D9" w:rsidRPr="00AF64FD" w:rsidRDefault="00A232D9" w:rsidP="00AF64FD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Решениями Совета депутатов городского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Куминский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от 28.05.2021 года №152,№</w:t>
            </w:r>
            <w:r w:rsidR="008F61C4"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153 утверждены следующие порядки:</w:t>
            </w:r>
          </w:p>
          <w:p w:rsidR="00A232D9" w:rsidRPr="00AF64FD" w:rsidRDefault="00A232D9" w:rsidP="00AF64FD">
            <w:pPr>
              <w:pStyle w:val="ac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«Порядок выдвижения, внесения, обсуждения, рассмотрения инициативных проектов, а также проведения их конкурсного отбора в городском поселении </w:t>
            </w:r>
            <w:proofErr w:type="spellStart"/>
            <w:r w:rsidRPr="00AF64FD">
              <w:rPr>
                <w:rFonts w:ascii="Times New Roman" w:hAnsi="Times New Roman" w:cs="Times New Roman"/>
                <w:i/>
                <w:sz w:val="20"/>
                <w:szCs w:val="20"/>
              </w:rPr>
              <w:t>Куминский</w:t>
            </w:r>
            <w:proofErr w:type="spellEnd"/>
            <w:r w:rsidRPr="00AF64FD">
              <w:rPr>
                <w:rFonts w:ascii="Times New Roman" w:hAnsi="Times New Roman" w:cs="Times New Roman"/>
                <w:i/>
                <w:sz w:val="20"/>
                <w:szCs w:val="20"/>
              </w:rPr>
              <w:t>»;</w:t>
            </w:r>
          </w:p>
          <w:p w:rsidR="00A232D9" w:rsidRPr="00AF64FD" w:rsidRDefault="00A232D9" w:rsidP="00AF64FD">
            <w:pPr>
              <w:pStyle w:val="ac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i/>
                <w:sz w:val="20"/>
                <w:szCs w:val="20"/>
              </w:rPr>
              <w:t>«Порядок выявления мнения граждан по вопросу о поддержке инициативного проекта путем опроса граждан, сбора их подписей».</w:t>
            </w:r>
          </w:p>
          <w:p w:rsidR="008F61C4" w:rsidRPr="00AF64FD" w:rsidRDefault="008F61C4" w:rsidP="00AF64FD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Шугур</w:t>
            </w:r>
            <w:proofErr w:type="spellEnd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A232D9" w:rsidRPr="00AF64FD" w:rsidRDefault="008F61C4" w:rsidP="00AF64F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AF6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ешением Совета депутатов сельского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Шугур</w:t>
            </w:r>
            <w:proofErr w:type="spellEnd"/>
            <w:r w:rsidRPr="00AF6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</w:t>
            </w:r>
            <w:r w:rsidRPr="00AF64F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20 января 2021 года №120 утвержден </w:t>
            </w:r>
            <w:r w:rsidRPr="00AF64FD">
              <w:rPr>
                <w:rFonts w:ascii="Times New Roman" w:hAnsi="Times New Roman" w:cs="Times New Roman"/>
                <w:bCs/>
                <w:sz w:val="20"/>
                <w:szCs w:val="20"/>
              </w:rPr>
              <w:t>Порядок реализации инициативных проектов в</w:t>
            </w: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образовании сельское поселение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Шугур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направленный на урегулирование вопросов реализации инициативных проектов на муниципальном уровне.</w:t>
            </w:r>
          </w:p>
          <w:p w:rsidR="00AF64FD" w:rsidRPr="00AF64FD" w:rsidRDefault="00AF64FD" w:rsidP="00AF64FD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Болчары</w:t>
            </w:r>
            <w:proofErr w:type="spellEnd"/>
            <w:r w:rsidRPr="00AF64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  <w:p w:rsidR="00AF64FD" w:rsidRPr="00AF64FD" w:rsidRDefault="00AF64FD" w:rsidP="00AF64FD">
            <w:pPr>
              <w:tabs>
                <w:tab w:val="left" w:pos="135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Советом депутатов сельского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Болчары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приняты решения:</w:t>
            </w:r>
          </w:p>
          <w:p w:rsidR="00AF64FD" w:rsidRPr="00AF64FD" w:rsidRDefault="00AF64FD" w:rsidP="00AF64FD">
            <w:pPr>
              <w:pStyle w:val="HEADERTEXT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AF64FD">
              <w:rPr>
                <w:rFonts w:ascii="Times New Roman" w:hAnsi="Times New Roman" w:cs="Times New Roman"/>
                <w:color w:val="auto"/>
              </w:rPr>
              <w:t xml:space="preserve">от 13 ноября 2020 года № 157 «О внесении изменений в решение Совета депутатов сельского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color w:val="auto"/>
              </w:rPr>
              <w:t>Болчары</w:t>
            </w:r>
            <w:proofErr w:type="spellEnd"/>
            <w:r w:rsidRPr="00AF64FD">
              <w:rPr>
                <w:rFonts w:ascii="Times New Roman" w:hAnsi="Times New Roman" w:cs="Times New Roman"/>
                <w:color w:val="auto"/>
              </w:rPr>
              <w:t xml:space="preserve"> от 23 декабря 2019 года № 94 «</w:t>
            </w:r>
            <w:r w:rsidRPr="00AF64FD">
              <w:rPr>
                <w:rFonts w:ascii="Times New Roman" w:hAnsi="Times New Roman" w:cs="Times New Roman"/>
                <w:bCs/>
                <w:color w:val="auto"/>
              </w:rPr>
              <w:t xml:space="preserve">Об утверждении Порядка назначения и проведения опроса граждан в сельском поселении </w:t>
            </w:r>
            <w:proofErr w:type="spellStart"/>
            <w:r w:rsidRPr="00AF64FD">
              <w:rPr>
                <w:rFonts w:ascii="Times New Roman" w:hAnsi="Times New Roman" w:cs="Times New Roman"/>
                <w:bCs/>
                <w:color w:val="auto"/>
              </w:rPr>
              <w:t>Болчары</w:t>
            </w:r>
            <w:proofErr w:type="spellEnd"/>
            <w:r w:rsidRPr="00AF64FD">
              <w:rPr>
                <w:rFonts w:ascii="Times New Roman" w:hAnsi="Times New Roman" w:cs="Times New Roman"/>
                <w:bCs/>
                <w:color w:val="auto"/>
              </w:rPr>
              <w:t>»;</w:t>
            </w:r>
          </w:p>
          <w:p w:rsidR="00AF64FD" w:rsidRPr="00AF64FD" w:rsidRDefault="00AF64FD" w:rsidP="00AF64FD">
            <w:pPr>
              <w:tabs>
                <w:tab w:val="left" w:pos="135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от 18 декабря 2020 года № 166 «О внесении изменений и дополнений в Устав сельского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Болчары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AF64FD" w:rsidRPr="00AF64FD" w:rsidRDefault="00AF64FD" w:rsidP="00AF64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от 27 января 2021 года № 180 «О внесении изменений в решение Совета депутатов сельского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Болчары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от 30 марта 2006 года № 12 «Об утверждении Положения о порядке назначения и проведения собрания граждан»;</w:t>
            </w:r>
          </w:p>
          <w:p w:rsidR="00AF64FD" w:rsidRPr="00AF64FD" w:rsidRDefault="00AF64FD" w:rsidP="00AF64FD">
            <w:pPr>
              <w:pStyle w:val="HEADERTEXT"/>
              <w:jc w:val="both"/>
              <w:rPr>
                <w:rFonts w:ascii="Times New Roman" w:hAnsi="Times New Roman" w:cs="Times New Roman"/>
              </w:rPr>
            </w:pPr>
            <w:r w:rsidRPr="00AF64FD">
              <w:rPr>
                <w:rFonts w:ascii="Times New Roman" w:hAnsi="Times New Roman" w:cs="Times New Roman"/>
                <w:color w:val="auto"/>
              </w:rPr>
              <w:t xml:space="preserve">от 27 января 2021 года № 181 «О внесении изменений в решение Совета депутатов сельского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color w:val="auto"/>
              </w:rPr>
              <w:t>Болчары</w:t>
            </w:r>
            <w:proofErr w:type="spellEnd"/>
            <w:r w:rsidRPr="00AF64FD">
              <w:rPr>
                <w:rFonts w:ascii="Times New Roman" w:hAnsi="Times New Roman" w:cs="Times New Roman"/>
                <w:color w:val="auto"/>
              </w:rPr>
              <w:t xml:space="preserve"> от 23 декабря 2019 года № 94 «</w:t>
            </w:r>
            <w:r w:rsidRPr="00AF64FD">
              <w:rPr>
                <w:rFonts w:ascii="Times New Roman" w:hAnsi="Times New Roman" w:cs="Times New Roman"/>
                <w:bCs/>
                <w:color w:val="auto"/>
              </w:rPr>
              <w:t xml:space="preserve">Об утверждении Порядка назначения и проведения опроса граждан </w:t>
            </w:r>
            <w:r w:rsidRPr="00F839B9">
              <w:rPr>
                <w:rFonts w:ascii="Times New Roman" w:hAnsi="Times New Roman" w:cs="Times New Roman"/>
                <w:bCs/>
                <w:color w:val="auto"/>
              </w:rPr>
              <w:t xml:space="preserve">в сельском поселении </w:t>
            </w:r>
            <w:proofErr w:type="spellStart"/>
            <w:r w:rsidRPr="00F839B9">
              <w:rPr>
                <w:rFonts w:ascii="Times New Roman" w:hAnsi="Times New Roman" w:cs="Times New Roman"/>
                <w:bCs/>
                <w:color w:val="auto"/>
              </w:rPr>
              <w:t>Болчары</w:t>
            </w:r>
            <w:proofErr w:type="spellEnd"/>
            <w:r w:rsidRPr="00F839B9">
              <w:rPr>
                <w:rFonts w:ascii="Times New Roman" w:hAnsi="Times New Roman" w:cs="Times New Roman"/>
                <w:bCs/>
                <w:color w:val="auto"/>
              </w:rPr>
              <w:t>»</w:t>
            </w:r>
          </w:p>
        </w:tc>
      </w:tr>
      <w:tr w:rsidR="009D49B4" w:rsidRPr="00AF64FD" w:rsidTr="00F839B9">
        <w:tc>
          <w:tcPr>
            <w:tcW w:w="566" w:type="dxa"/>
          </w:tcPr>
          <w:p w:rsidR="009D49B4" w:rsidRPr="00AF64FD" w:rsidRDefault="009D49B4" w:rsidP="00AF64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1.3</w:t>
            </w:r>
          </w:p>
        </w:tc>
        <w:tc>
          <w:tcPr>
            <w:tcW w:w="9181" w:type="dxa"/>
          </w:tcPr>
          <w:p w:rsidR="009D49B4" w:rsidRPr="00AF64FD" w:rsidRDefault="009D49B4" w:rsidP="00AF64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9D49B4" w:rsidRPr="00AF64FD" w:rsidRDefault="009D49B4" w:rsidP="00AF64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В соответствии с постановлением Правительства Российской Федерации от 18 сентября 2020 года №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</w:t>
            </w:r>
            <w:proofErr w:type="gram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Российской Федерации" - внесение изменений в МНПА не требуется.  В указанной сфере у городского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нет полномочий.</w:t>
            </w:r>
          </w:p>
          <w:p w:rsidR="008F61C4" w:rsidRPr="00AF64FD" w:rsidRDefault="008F61C4" w:rsidP="00AF64FD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Шугур</w:t>
            </w:r>
            <w:proofErr w:type="spellEnd"/>
            <w:r w:rsidRPr="00AF64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  <w:p w:rsidR="008F61C4" w:rsidRPr="00AF64FD" w:rsidRDefault="008F61C4" w:rsidP="00AF64F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AF6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редоставление из средств местного бюджета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бюджетом поселения – не предусмотрено.</w:t>
            </w:r>
          </w:p>
          <w:p w:rsidR="00AF64FD" w:rsidRPr="00AF64FD" w:rsidRDefault="00AF64FD" w:rsidP="00AF64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Болчары</w:t>
            </w:r>
            <w:proofErr w:type="spellEnd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AF64FD" w:rsidRPr="00AF64FD" w:rsidRDefault="00AF64FD" w:rsidP="00AF64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Информация принята к сведению, внесение изменений в НПА не требуется</w:t>
            </w:r>
          </w:p>
        </w:tc>
      </w:tr>
      <w:tr w:rsidR="009D49B4" w:rsidRPr="00AF64FD" w:rsidTr="00F839B9">
        <w:tc>
          <w:tcPr>
            <w:tcW w:w="566" w:type="dxa"/>
          </w:tcPr>
          <w:p w:rsidR="009D49B4" w:rsidRPr="00AF64FD" w:rsidRDefault="009D49B4" w:rsidP="00AF64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1.4</w:t>
            </w:r>
          </w:p>
        </w:tc>
        <w:tc>
          <w:tcPr>
            <w:tcW w:w="9181" w:type="dxa"/>
          </w:tcPr>
          <w:p w:rsidR="009D49B4" w:rsidRPr="00AF64FD" w:rsidRDefault="009D49B4" w:rsidP="00AF64FD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В соответствии требованиям федеральных законов от 13 июля 2020 года № 202-ФЗ "О внесении изменений в Федеральный закон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и отдельные законодательные акты Российской Федерации", от 31 июля 2020 года № 254-ФЗ "Об особенностях регулирования отдельных отношений в целях модернизации и расширения</w:t>
            </w:r>
            <w:proofErr w:type="gram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магистральной инфраструктуры и о внесении изменений в отдельные законодательные акты Российской Федерации - внесение изменений в МНПА не требуется.  В указанной сфере у городского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нет полномочий.</w:t>
            </w:r>
          </w:p>
          <w:p w:rsidR="00FA54F2" w:rsidRPr="00AF64FD" w:rsidRDefault="00FA54F2" w:rsidP="00AF64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Шугур</w:t>
            </w:r>
            <w:proofErr w:type="spellEnd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FA54F2" w:rsidRPr="00AF64FD" w:rsidRDefault="00FA54F2" w:rsidP="00AF64FD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олномочия</w:t>
            </w:r>
            <w:r w:rsidRPr="00AF6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принятию муниципальных правовых актов представительными органами местного самоуправления сельского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Шугур</w:t>
            </w:r>
            <w:proofErr w:type="spellEnd"/>
            <w:r w:rsidRPr="00AF6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соответствии с  Градостроительным кодексом Российской Федерации </w:t>
            </w: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переданы на уровень района (соглашение от 14.11.2018 №7/2019-2021 «О передаче </w:t>
            </w:r>
            <w:proofErr w:type="gram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части полномочий органов местного самоуправления сельского поселения</w:t>
            </w:r>
            <w:proofErr w:type="gram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Шугур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органам местного самоуправления муниципального образования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Кондинский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район»).</w:t>
            </w:r>
          </w:p>
          <w:p w:rsidR="00FA54F2" w:rsidRPr="00AF64FD" w:rsidRDefault="00FA54F2" w:rsidP="00AF64FD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5F77" w:rsidRPr="00AF64FD" w:rsidTr="00F839B9">
        <w:tc>
          <w:tcPr>
            <w:tcW w:w="566" w:type="dxa"/>
          </w:tcPr>
          <w:p w:rsidR="008B5F77" w:rsidRPr="00AF64FD" w:rsidRDefault="009D49B4" w:rsidP="00AF64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64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1.5</w:t>
            </w:r>
          </w:p>
          <w:p w:rsidR="008B5F77" w:rsidRPr="00AF64FD" w:rsidRDefault="008B5F77" w:rsidP="00AF64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1" w:type="dxa"/>
          </w:tcPr>
          <w:p w:rsidR="009D49B4" w:rsidRPr="00AF64FD" w:rsidRDefault="009D49B4" w:rsidP="00AF64FD">
            <w:pPr>
              <w:pStyle w:val="ae"/>
              <w:ind w:left="0"/>
              <w:rPr>
                <w:b/>
                <w:sz w:val="20"/>
                <w:szCs w:val="20"/>
              </w:rPr>
            </w:pPr>
            <w:proofErr w:type="spellStart"/>
            <w:r w:rsidRPr="00AF64FD">
              <w:rPr>
                <w:b/>
                <w:sz w:val="20"/>
                <w:szCs w:val="20"/>
              </w:rPr>
              <w:t>Мулымья</w:t>
            </w:r>
            <w:proofErr w:type="spellEnd"/>
            <w:r w:rsidRPr="00AF64FD">
              <w:rPr>
                <w:b/>
                <w:sz w:val="20"/>
                <w:szCs w:val="20"/>
              </w:rPr>
              <w:t>.</w:t>
            </w:r>
          </w:p>
          <w:p w:rsidR="009D49B4" w:rsidRPr="00AF64FD" w:rsidRDefault="009D49B4" w:rsidP="00AF64FD">
            <w:pPr>
              <w:pStyle w:val="ae"/>
              <w:ind w:left="0"/>
              <w:rPr>
                <w:sz w:val="20"/>
                <w:szCs w:val="20"/>
              </w:rPr>
            </w:pPr>
            <w:r w:rsidRPr="00AF64FD">
              <w:rPr>
                <w:sz w:val="20"/>
                <w:szCs w:val="20"/>
              </w:rPr>
              <w:t xml:space="preserve">Утвержден административный регламент, регламентирующий предоставление муниципальной услуги по даче письменных разъяснений налогоплательщикам по вопросам применения нормативно правовых актов  администрации сельского поселения </w:t>
            </w:r>
            <w:proofErr w:type="spellStart"/>
            <w:r w:rsidRPr="00AF64FD">
              <w:rPr>
                <w:sz w:val="20"/>
                <w:szCs w:val="20"/>
              </w:rPr>
              <w:t>Мулымья</w:t>
            </w:r>
            <w:proofErr w:type="spellEnd"/>
            <w:r w:rsidRPr="00AF64FD">
              <w:rPr>
                <w:sz w:val="20"/>
                <w:szCs w:val="20"/>
              </w:rPr>
              <w:t xml:space="preserve"> о местных налогах и сборах. Постановление администрации </w:t>
            </w:r>
            <w:proofErr w:type="spellStart"/>
            <w:r w:rsidRPr="00AF64FD">
              <w:rPr>
                <w:sz w:val="20"/>
                <w:szCs w:val="20"/>
              </w:rPr>
              <w:t>сп</w:t>
            </w:r>
            <w:proofErr w:type="spellEnd"/>
            <w:r w:rsidRPr="00AF64FD">
              <w:rPr>
                <w:sz w:val="20"/>
                <w:szCs w:val="20"/>
              </w:rPr>
              <w:t xml:space="preserve"> </w:t>
            </w:r>
            <w:proofErr w:type="spellStart"/>
            <w:r w:rsidRPr="00AF64FD">
              <w:rPr>
                <w:sz w:val="20"/>
                <w:szCs w:val="20"/>
              </w:rPr>
              <w:t>Мулымья</w:t>
            </w:r>
            <w:proofErr w:type="spellEnd"/>
            <w:r w:rsidRPr="00AF64FD">
              <w:rPr>
                <w:sz w:val="20"/>
                <w:szCs w:val="20"/>
              </w:rPr>
              <w:t xml:space="preserve"> № 122 от 23.11.2020г,  с изменениями от 26.04.2021г, 04.05.2021г)</w:t>
            </w:r>
          </w:p>
          <w:p w:rsidR="009D49B4" w:rsidRPr="00AF64FD" w:rsidRDefault="009D49B4" w:rsidP="00AF64FD">
            <w:pPr>
              <w:pStyle w:val="ae"/>
              <w:ind w:left="0"/>
              <w:rPr>
                <w:b/>
                <w:sz w:val="20"/>
                <w:szCs w:val="20"/>
              </w:rPr>
            </w:pPr>
            <w:proofErr w:type="spellStart"/>
            <w:r w:rsidRPr="00AF64FD">
              <w:rPr>
                <w:b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b/>
                <w:sz w:val="20"/>
                <w:szCs w:val="20"/>
              </w:rPr>
              <w:t>.</w:t>
            </w:r>
          </w:p>
          <w:p w:rsidR="008B5F77" w:rsidRPr="00AF64FD" w:rsidRDefault="009D49B4" w:rsidP="00AF64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Принято постановлении администрации городского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от 09.11.2020 №185 «Об утверждении административного регламента предоставления муниципальной услуги «Дача письменных разъяснений налоговым органам, налогоплательщикам и налоговым агентам по вопросу применения нормативных правовых актов муниципального образования городское поселение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о местных налогах и сборах</w:t>
            </w:r>
            <w:r w:rsidR="00E83DB9" w:rsidRPr="00AF64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A232D9" w:rsidRPr="00AF64FD" w:rsidRDefault="00A232D9" w:rsidP="00AF64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Куминский</w:t>
            </w:r>
            <w:proofErr w:type="spellEnd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A232D9" w:rsidRPr="00AF64FD" w:rsidRDefault="00A232D9" w:rsidP="00AF64FD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Постановлением администрации городского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Куминский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от 03.12.2020 года №284 принят административный регламент предоставления муниципальной услуги по даче письменных разъяснений налогоплательщикам и налоговым агентам по вопросу применения нормативных правовых актов муниципального образования городское поселение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Куминский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о местных налогах и сборах.</w:t>
            </w:r>
          </w:p>
          <w:p w:rsidR="00A232D9" w:rsidRPr="00AF64FD" w:rsidRDefault="00FA54F2" w:rsidP="00AF64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Шугур</w:t>
            </w:r>
            <w:proofErr w:type="spellEnd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FA54F2" w:rsidRPr="00AF64FD" w:rsidRDefault="00FA54F2" w:rsidP="00AF64FD">
            <w:pPr>
              <w:jc w:val="both"/>
              <w:rPr>
                <w:rFonts w:ascii="Times New Roman" w:eastAsia="font290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остановление администрации сельского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Шугур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от 26.11.2020 № 121 «Об утверждении административного регламента предоставления муниципальной услуги «Предоставление письменных разъяснений налоговым органам, налогоплательщикам и налоговым агентам по вопросам применения нормативных правовых актов муниципального образования сельское поселение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Шугур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о местных налогах и сборах</w:t>
            </w:r>
            <w:r w:rsidRPr="00AF64FD">
              <w:rPr>
                <w:rFonts w:ascii="Times New Roman" w:eastAsia="font290" w:hAnsi="Times New Roman" w:cs="Times New Roman"/>
                <w:sz w:val="20"/>
                <w:szCs w:val="20"/>
              </w:rPr>
              <w:t>».</w:t>
            </w:r>
          </w:p>
          <w:p w:rsidR="00AF64FD" w:rsidRPr="00AF64FD" w:rsidRDefault="00AF64FD" w:rsidP="00AF64FD">
            <w:pPr>
              <w:jc w:val="both"/>
              <w:rPr>
                <w:rFonts w:ascii="Times New Roman" w:eastAsia="font290" w:hAnsi="Times New Roman" w:cs="Times New Roman"/>
                <w:b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eastAsia="font290" w:hAnsi="Times New Roman" w:cs="Times New Roman"/>
                <w:b/>
                <w:sz w:val="20"/>
                <w:szCs w:val="20"/>
              </w:rPr>
              <w:t>Болчары</w:t>
            </w:r>
            <w:proofErr w:type="spellEnd"/>
            <w:r w:rsidRPr="00AF64FD">
              <w:rPr>
                <w:rFonts w:ascii="Times New Roman" w:eastAsia="font290" w:hAnsi="Times New Roman" w:cs="Times New Roman"/>
                <w:b/>
                <w:sz w:val="20"/>
                <w:szCs w:val="20"/>
              </w:rPr>
              <w:t>.</w:t>
            </w:r>
          </w:p>
          <w:p w:rsidR="00AF64FD" w:rsidRPr="00AF64FD" w:rsidRDefault="00AF64FD" w:rsidP="00F839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Административный регламент утвержден постановлением администрации сельского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Болчары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от 25 ноября 202 года № 149 «Об утверждении административного регламента предоставления муниципальной</w:t>
            </w:r>
            <w:r w:rsidR="00F839B9">
              <w:rPr>
                <w:rFonts w:ascii="Times New Roman" w:hAnsi="Times New Roman" w:cs="Times New Roman"/>
                <w:sz w:val="20"/>
                <w:szCs w:val="20"/>
              </w:rPr>
              <w:t xml:space="preserve"> услуги </w:t>
            </w: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«Дача письменных разъяснений налогоплательщикам и налоговым агентам по вопросам применения нормативных правовых актов муниципального образования сельское поселение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Болчары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о местных налогах и сборах», постановлением от 19 мая 2021 года № 68 в данный регламент внесены изменения    </w:t>
            </w:r>
            <w:proofErr w:type="gramEnd"/>
          </w:p>
        </w:tc>
      </w:tr>
      <w:tr w:rsidR="00013124" w:rsidRPr="00AF64FD" w:rsidTr="00F839B9">
        <w:tc>
          <w:tcPr>
            <w:tcW w:w="566" w:type="dxa"/>
          </w:tcPr>
          <w:p w:rsidR="00013124" w:rsidRPr="00AF64FD" w:rsidRDefault="009D49B4" w:rsidP="00AF64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  <w:r w:rsidR="00013124"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181" w:type="dxa"/>
          </w:tcPr>
          <w:p w:rsidR="009D49B4" w:rsidRPr="00AF64FD" w:rsidRDefault="009D49B4" w:rsidP="00AF64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9D49B4" w:rsidRPr="00AF64FD" w:rsidRDefault="009D49B4" w:rsidP="00AF64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Во исполнение Федерального закона от 15 октября 2020 года № 326-ФЗ "О внесении изменений в статьи 29 и 40 Федерального закона 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- принимать нормативные правовые акты в сфере законодательства об автомобильных дорогах и о дорожной деятельности не требуется из-за отсутствия платной автомобильной</w:t>
            </w:r>
            <w:proofErr w:type="gram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дороги или платного участка автомобильной дороги;</w:t>
            </w:r>
          </w:p>
          <w:p w:rsidR="00013124" w:rsidRPr="00AF64FD" w:rsidRDefault="00E83DB9" w:rsidP="00AF64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Мулы</w:t>
            </w:r>
            <w:r w:rsidR="009D49B4"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мья</w:t>
            </w:r>
            <w:proofErr w:type="spellEnd"/>
          </w:p>
          <w:p w:rsidR="009D49B4" w:rsidRPr="00AF64FD" w:rsidRDefault="009D49B4" w:rsidP="00AF64FD">
            <w:pPr>
              <w:pStyle w:val="ae"/>
              <w:ind w:left="0"/>
              <w:rPr>
                <w:sz w:val="20"/>
                <w:szCs w:val="20"/>
              </w:rPr>
            </w:pPr>
            <w:r w:rsidRPr="00AF64FD">
              <w:rPr>
                <w:sz w:val="20"/>
                <w:szCs w:val="20"/>
              </w:rPr>
              <w:t>Проект постановления</w:t>
            </w:r>
            <w:proofErr w:type="gramStart"/>
            <w:r w:rsidRPr="00AF64FD">
              <w:rPr>
                <w:sz w:val="20"/>
                <w:szCs w:val="20"/>
              </w:rPr>
              <w:t xml:space="preserve"> О</w:t>
            </w:r>
            <w:proofErr w:type="gramEnd"/>
            <w:r w:rsidRPr="00AF64FD">
              <w:rPr>
                <w:sz w:val="20"/>
                <w:szCs w:val="20"/>
              </w:rPr>
              <w:t>б автомобильных дорогах и о дорожной деятельности находится в разработке. Планируем</w:t>
            </w:r>
            <w:r w:rsidR="00E83DB9" w:rsidRPr="00AF64FD">
              <w:rPr>
                <w:sz w:val="20"/>
                <w:szCs w:val="20"/>
              </w:rPr>
              <w:t>ая дата принятия до 10.07.2021г.</w:t>
            </w:r>
          </w:p>
          <w:p w:rsidR="00A232D9" w:rsidRPr="00AF64FD" w:rsidRDefault="00A232D9" w:rsidP="00AF64FD">
            <w:pPr>
              <w:pStyle w:val="ae"/>
              <w:ind w:left="0"/>
              <w:rPr>
                <w:b/>
                <w:sz w:val="20"/>
                <w:szCs w:val="20"/>
              </w:rPr>
            </w:pPr>
            <w:proofErr w:type="spellStart"/>
            <w:r w:rsidRPr="00AF64FD">
              <w:rPr>
                <w:b/>
                <w:sz w:val="20"/>
                <w:szCs w:val="20"/>
              </w:rPr>
              <w:t>Куминский</w:t>
            </w:r>
            <w:proofErr w:type="spellEnd"/>
            <w:r w:rsidRPr="00AF64FD">
              <w:rPr>
                <w:b/>
                <w:sz w:val="20"/>
                <w:szCs w:val="20"/>
              </w:rPr>
              <w:t>.</w:t>
            </w:r>
          </w:p>
          <w:p w:rsidR="00A232D9" w:rsidRPr="00AF64FD" w:rsidRDefault="00A232D9" w:rsidP="00AF64FD">
            <w:pPr>
              <w:pStyle w:val="ac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принятием  Федерального закона от 15 октября 2020 года № 326-ФЗ "О внесении изменений в статьи 29 и 40 Федерального закона 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</w:t>
            </w:r>
            <w:r w:rsidRPr="00AF64FD">
              <w:rPr>
                <w:rFonts w:ascii="Times New Roman" w:hAnsi="Times New Roman" w:cs="Times New Roman"/>
                <w:i/>
                <w:sz w:val="20"/>
                <w:szCs w:val="20"/>
              </w:rPr>
              <w:t>Решением Совета депутатов от 20.11.2020 года №119 в Положения о дорожной деятельности в отношении автомобильных дорог местного значения</w:t>
            </w:r>
            <w:proofErr w:type="gramEnd"/>
            <w:r w:rsidRPr="00AF64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</w:t>
            </w:r>
            <w:proofErr w:type="gramStart"/>
            <w:r w:rsidRPr="00AF64FD">
              <w:rPr>
                <w:rFonts w:ascii="Times New Roman" w:hAnsi="Times New Roman" w:cs="Times New Roman"/>
                <w:i/>
                <w:sz w:val="20"/>
                <w:szCs w:val="20"/>
              </w:rPr>
              <w:t>обеспечении</w:t>
            </w:r>
            <w:proofErr w:type="gramEnd"/>
            <w:r w:rsidRPr="00AF64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безопасности дорожного движения на них в границах городского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i/>
                <w:sz w:val="20"/>
                <w:szCs w:val="20"/>
              </w:rPr>
              <w:t>Куминский</w:t>
            </w:r>
            <w:proofErr w:type="spellEnd"/>
            <w:r w:rsidRPr="00AF64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внесены соответствующие изменения.</w:t>
            </w:r>
          </w:p>
          <w:p w:rsidR="00AF64FD" w:rsidRPr="00AF64FD" w:rsidRDefault="00AF64FD" w:rsidP="00AF64FD">
            <w:pPr>
              <w:pStyle w:val="ac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Болчары</w:t>
            </w:r>
            <w:proofErr w:type="spellEnd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A232D9" w:rsidRPr="00AF64FD" w:rsidRDefault="00AF64FD" w:rsidP="00F839B9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Информация принята к сведению, внесение изменений в НПА не требуется</w:t>
            </w:r>
            <w:r w:rsidR="00F839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2" w:name="_GoBack"/>
            <w:bookmarkEnd w:id="2"/>
          </w:p>
        </w:tc>
      </w:tr>
      <w:tr w:rsidR="009D49B4" w:rsidRPr="00AF64FD" w:rsidTr="00F839B9">
        <w:tc>
          <w:tcPr>
            <w:tcW w:w="566" w:type="dxa"/>
          </w:tcPr>
          <w:p w:rsidR="009D49B4" w:rsidRPr="00AF64FD" w:rsidRDefault="009D49B4" w:rsidP="00AF64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9181" w:type="dxa"/>
          </w:tcPr>
          <w:p w:rsidR="009D49B4" w:rsidRPr="00AF64FD" w:rsidRDefault="009D49B4" w:rsidP="00AF64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9D49B4" w:rsidRPr="00AF64FD" w:rsidRDefault="009D49B4" w:rsidP="00AF64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В сфере реализации национального проекта "Цифровая экономика" с учетом положений Федерального закона от 31 июля 2020 года № 268-ФЗ "О внесении изменений в отдельные законодательные акты Российской Федерации" приняты:</w:t>
            </w:r>
          </w:p>
          <w:p w:rsidR="009D49B4" w:rsidRPr="00AF64FD" w:rsidRDefault="009D49B4" w:rsidP="00AF64FD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постановления администрации городского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D49B4" w:rsidRPr="00AF64FD" w:rsidRDefault="009D49B4" w:rsidP="00AF64FD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от 20.11.2020 №199 «О внесении изменений в постановление администрации городского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от 26 июня 2017 года № 100 «Об утверждении административного регламента по предоставлению муниципальной услуги «Предоставление архивных справок, архивных выписок, копий архивных документов»;</w:t>
            </w:r>
          </w:p>
          <w:p w:rsidR="009D49B4" w:rsidRPr="00AF64FD" w:rsidRDefault="009D49B4" w:rsidP="00AF64FD">
            <w:pPr>
              <w:pStyle w:val="8"/>
              <w:spacing w:before="0"/>
              <w:ind w:firstLine="709"/>
              <w:outlineLvl w:val="7"/>
              <w:rPr>
                <w:rFonts w:ascii="Times New Roman" w:hAnsi="Times New Roman" w:cs="Times New Roman"/>
              </w:rPr>
            </w:pPr>
            <w:r w:rsidRPr="00AF64FD">
              <w:rPr>
                <w:rFonts w:ascii="Times New Roman" w:hAnsi="Times New Roman" w:cs="Times New Roman"/>
              </w:rPr>
              <w:t xml:space="preserve">от 30.11.2020 № 213 «О внесении изменений в постановление администрации городского поселения  </w:t>
            </w:r>
            <w:proofErr w:type="spellStart"/>
            <w:r w:rsidRPr="00AF64FD">
              <w:rPr>
                <w:rFonts w:ascii="Times New Roman" w:hAnsi="Times New Roman" w:cs="Times New Roman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</w:rPr>
              <w:t xml:space="preserve"> от 26 июня   2017 года № 101 «Об утверждении административного регламента по предоставлению муниципальной услуги «Предоставление жилых помещений муниципального  жилищного фонда коммерческого использования»; </w:t>
            </w:r>
          </w:p>
          <w:p w:rsidR="009D49B4" w:rsidRPr="00AF64FD" w:rsidRDefault="009D49B4" w:rsidP="00AF64FD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от 30.11.2020 № 214 «О внесении изменений в постановление администрации городского </w:t>
            </w:r>
            <w:r w:rsidRPr="00AF64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поселения 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от 03 ноября   2015 года № 124 «Об утверждении административного регламента по предоставлению муниципальной услуги «Прием заявлений, документов, а также постановка на учет  граждан в качестве  нуждающихся в жилых помещениях»;</w:t>
            </w:r>
          </w:p>
          <w:p w:rsidR="009D49B4" w:rsidRPr="00AF64FD" w:rsidRDefault="009D49B4" w:rsidP="00AF64FD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решение Совета депутатов городского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от 13.10.2020 №127 «О внесении изменений в решение Совета депутатов городского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от 30 сентября 2015 года № 103 «О порядке проведения конкурса на замещение должности муниципальной службы в органах местного самоуправления муниципального образования городское поселение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AF64FD" w:rsidRPr="00AF64FD" w:rsidRDefault="00AF64FD" w:rsidP="00AF64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Болчары</w:t>
            </w:r>
            <w:proofErr w:type="spellEnd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AF64FD" w:rsidRPr="00AF64FD" w:rsidRDefault="00AF64FD" w:rsidP="00AF64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AF64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остановление </w:t>
            </w: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от 21 апреля 2021 года  № 37 «О внесении изменений в постановление администрации сельского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Болчары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от 03 июля 2019 года № 87 «О резерве управленческих кадров для замещения целевой управленческой должности муниципальной службы администрации сельского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Болчары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, кадровом резерве для замещения вакантных должностей муниципальной службы администрации сельского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Болчары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013124" w:rsidRPr="00AF64FD" w:rsidTr="00F839B9">
        <w:tc>
          <w:tcPr>
            <w:tcW w:w="566" w:type="dxa"/>
          </w:tcPr>
          <w:p w:rsidR="00013124" w:rsidRPr="00AF64FD" w:rsidRDefault="009D49B4" w:rsidP="00AF64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1.8</w:t>
            </w:r>
          </w:p>
        </w:tc>
        <w:tc>
          <w:tcPr>
            <w:tcW w:w="9181" w:type="dxa"/>
          </w:tcPr>
          <w:p w:rsidR="009D49B4" w:rsidRPr="00AF64FD" w:rsidRDefault="009D49B4" w:rsidP="00AF64FD">
            <w:pPr>
              <w:pStyle w:val="ae"/>
              <w:ind w:left="0"/>
              <w:jc w:val="both"/>
              <w:rPr>
                <w:b/>
                <w:sz w:val="20"/>
                <w:szCs w:val="20"/>
              </w:rPr>
            </w:pPr>
            <w:proofErr w:type="spellStart"/>
            <w:r w:rsidRPr="00AF64FD">
              <w:rPr>
                <w:b/>
                <w:sz w:val="20"/>
                <w:szCs w:val="20"/>
              </w:rPr>
              <w:t>Мулямья</w:t>
            </w:r>
            <w:proofErr w:type="spellEnd"/>
            <w:r w:rsidRPr="00AF64FD">
              <w:rPr>
                <w:b/>
                <w:sz w:val="20"/>
                <w:szCs w:val="20"/>
              </w:rPr>
              <w:t>.</w:t>
            </w:r>
          </w:p>
          <w:p w:rsidR="009D49B4" w:rsidRPr="00AF64FD" w:rsidRDefault="009D49B4" w:rsidP="00AF64FD">
            <w:pPr>
              <w:pStyle w:val="ae"/>
              <w:ind w:left="0"/>
              <w:jc w:val="both"/>
              <w:rPr>
                <w:sz w:val="20"/>
                <w:szCs w:val="20"/>
              </w:rPr>
            </w:pPr>
            <w:r w:rsidRPr="00AF64FD">
              <w:rPr>
                <w:sz w:val="20"/>
                <w:szCs w:val="20"/>
              </w:rPr>
              <w:t xml:space="preserve">В план работы совета депутатов сельского поселения </w:t>
            </w:r>
            <w:proofErr w:type="spellStart"/>
            <w:r w:rsidRPr="00AF64FD">
              <w:rPr>
                <w:sz w:val="20"/>
                <w:szCs w:val="20"/>
              </w:rPr>
              <w:t>Мулымья</w:t>
            </w:r>
            <w:proofErr w:type="spellEnd"/>
            <w:r w:rsidRPr="00AF64FD">
              <w:rPr>
                <w:sz w:val="20"/>
                <w:szCs w:val="20"/>
              </w:rPr>
              <w:t xml:space="preserve"> на </w:t>
            </w:r>
            <w:r w:rsidRPr="00AF64FD">
              <w:rPr>
                <w:sz w:val="20"/>
                <w:szCs w:val="20"/>
                <w:lang w:val="en-US"/>
              </w:rPr>
              <w:t>III</w:t>
            </w:r>
            <w:r w:rsidRPr="00AF64FD">
              <w:rPr>
                <w:sz w:val="20"/>
                <w:szCs w:val="20"/>
              </w:rPr>
              <w:t xml:space="preserve"> квартал 2021г включено принятие НПА в сфере муниципального контроля направленных на реализацию ФЗ от 31 июля 2020г № 248-ФЗ. </w:t>
            </w:r>
          </w:p>
          <w:p w:rsidR="009D49B4" w:rsidRPr="00AF64FD" w:rsidRDefault="009D49B4" w:rsidP="00AF64FD">
            <w:pPr>
              <w:pStyle w:val="ae"/>
              <w:ind w:left="0"/>
              <w:rPr>
                <w:b/>
                <w:sz w:val="20"/>
                <w:szCs w:val="20"/>
              </w:rPr>
            </w:pPr>
            <w:proofErr w:type="spellStart"/>
            <w:r w:rsidRPr="00AF64FD">
              <w:rPr>
                <w:b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b/>
                <w:sz w:val="20"/>
                <w:szCs w:val="20"/>
              </w:rPr>
              <w:t>.</w:t>
            </w:r>
          </w:p>
          <w:p w:rsidR="00013124" w:rsidRPr="00AF64FD" w:rsidRDefault="009D49B4" w:rsidP="00AF64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Внесено в план нормотворческой деятельности Совета депутатов городского поселения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на 2021 год разработка нормативных правовых актов в сфере муниципального контроля, направленных на реализацию Федерального закона от 31 июля 2020 года № 248-ФЗ "О государственном  контроле (надзоре) и муниципальном контроле в Российской Федерации", который вст</w:t>
            </w:r>
            <w:r w:rsidR="00E83DB9" w:rsidRPr="00AF64FD">
              <w:rPr>
                <w:rFonts w:ascii="Times New Roman" w:hAnsi="Times New Roman" w:cs="Times New Roman"/>
                <w:sz w:val="20"/>
                <w:szCs w:val="20"/>
              </w:rPr>
              <w:t>упает в силу с 1 июля 2021 года.</w:t>
            </w:r>
            <w:proofErr w:type="gramEnd"/>
          </w:p>
          <w:p w:rsidR="0055030F" w:rsidRPr="00AF64FD" w:rsidRDefault="0055030F" w:rsidP="00AF64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Куминский</w:t>
            </w:r>
            <w:proofErr w:type="spellEnd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55030F" w:rsidRPr="00AF64FD" w:rsidRDefault="0055030F" w:rsidP="00AF64FD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в 2021 году в план нормотворческой деятельности органов местного самоуправления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Куминский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внесены вопросы о разработке  нормативных правовых актов в сфере муниципального контроля, направленных на реализацию Федерального закона от 31 июля 2020 года № 248-ФЗ "О государственном  контроле (надзоре) и муниципальном контроле в Российской Федерации", который вступает в силу с 1 июля 2021 года;</w:t>
            </w:r>
          </w:p>
          <w:p w:rsidR="0055030F" w:rsidRPr="00AF64FD" w:rsidRDefault="00246AF5" w:rsidP="00AF64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Шугур</w:t>
            </w:r>
            <w:proofErr w:type="spellEnd"/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46AF5" w:rsidRPr="00AF64FD" w:rsidRDefault="00F839B9" w:rsidP="00F839B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46AF5"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олномочия по муниципальному контролю переданы на уровень района (соглашение от 14.11.2018 №7/2019-2021 «О передаче </w:t>
            </w:r>
            <w:proofErr w:type="gramStart"/>
            <w:r w:rsidR="00246AF5" w:rsidRPr="00AF64FD">
              <w:rPr>
                <w:rFonts w:ascii="Times New Roman" w:hAnsi="Times New Roman" w:cs="Times New Roman"/>
                <w:sz w:val="20"/>
                <w:szCs w:val="20"/>
              </w:rPr>
              <w:t>части полномочий органов местного самоуправления сельского поселения</w:t>
            </w:r>
            <w:proofErr w:type="gramEnd"/>
            <w:r w:rsidR="00246AF5"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6AF5" w:rsidRPr="00AF64FD">
              <w:rPr>
                <w:rFonts w:ascii="Times New Roman" w:hAnsi="Times New Roman" w:cs="Times New Roman"/>
                <w:sz w:val="20"/>
                <w:szCs w:val="20"/>
              </w:rPr>
              <w:t>Шугур</w:t>
            </w:r>
            <w:proofErr w:type="spellEnd"/>
            <w:r w:rsidR="00246AF5"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органам местного самоуправления муниципального образования </w:t>
            </w:r>
            <w:proofErr w:type="spellStart"/>
            <w:r w:rsidR="00246AF5" w:rsidRPr="00AF64FD">
              <w:rPr>
                <w:rFonts w:ascii="Times New Roman" w:hAnsi="Times New Roman" w:cs="Times New Roman"/>
                <w:sz w:val="20"/>
                <w:szCs w:val="20"/>
              </w:rPr>
              <w:t>Кондинский</w:t>
            </w:r>
            <w:proofErr w:type="spellEnd"/>
            <w:r w:rsidR="00246AF5" w:rsidRPr="00AF64FD">
              <w:rPr>
                <w:rFonts w:ascii="Times New Roman" w:hAnsi="Times New Roman" w:cs="Times New Roman"/>
                <w:sz w:val="20"/>
                <w:szCs w:val="20"/>
              </w:rPr>
              <w:t xml:space="preserve"> район»).   В связи с передачей полномочий постановлением администрации от 20.02.2019 №22  признаны утратившими силу некоторые  постановления администрации  в сфере осуществления муниципального контроля. </w:t>
            </w:r>
            <w:r w:rsidR="00246AF5" w:rsidRPr="00AF6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план нормотворческой деятельности на 2021 год включена разработка нормативных правовых актов в сфере муниципального контроля, направленных на реализацию  Федерального закона от 1.07.2020 №248-ФЗ «О государственном контроле (надзоре) и муниципальном контроле в Российской Федерации».</w:t>
            </w:r>
          </w:p>
          <w:p w:rsidR="00246AF5" w:rsidRPr="00AF64FD" w:rsidRDefault="00AF64FD" w:rsidP="00AF64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Болчары</w:t>
            </w:r>
            <w:proofErr w:type="spellEnd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AF64FD" w:rsidRPr="00AF64FD" w:rsidRDefault="00AF64FD" w:rsidP="00AF64FD">
            <w:pPr>
              <w:tabs>
                <w:tab w:val="left" w:pos="1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Информация принята к сведению, ведется работа по разработке НПА</w:t>
            </w:r>
          </w:p>
        </w:tc>
      </w:tr>
      <w:tr w:rsidR="00013124" w:rsidRPr="00AF64FD" w:rsidTr="00F839B9">
        <w:tc>
          <w:tcPr>
            <w:tcW w:w="566" w:type="dxa"/>
          </w:tcPr>
          <w:p w:rsidR="00013124" w:rsidRPr="00AF64FD" w:rsidRDefault="009D49B4" w:rsidP="00AF64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9181" w:type="dxa"/>
          </w:tcPr>
          <w:p w:rsidR="00E83DB9" w:rsidRPr="00AF64FD" w:rsidRDefault="009D49B4" w:rsidP="00AF64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Кондинское</w:t>
            </w:r>
            <w:proofErr w:type="spellEnd"/>
            <w:r w:rsidRPr="00AF64F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9D49B4" w:rsidRPr="00AF64FD" w:rsidRDefault="009D49B4" w:rsidP="00AF64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Постоянно ведется работа по приведению муниципальных нормативных правовых актов в соответствии с федеральным законодательством, отраженные в автоматизированной информационной системе «Аналитик регионального законодательства «Кодекс».</w:t>
            </w:r>
          </w:p>
          <w:p w:rsidR="009D49B4" w:rsidRPr="00AF64FD" w:rsidRDefault="009D49B4" w:rsidP="00AF64FD">
            <w:pPr>
              <w:pStyle w:val="ae"/>
              <w:ind w:left="0"/>
              <w:jc w:val="both"/>
              <w:rPr>
                <w:b/>
                <w:bCs/>
                <w:sz w:val="20"/>
                <w:szCs w:val="20"/>
                <w:shd w:val="clear" w:color="auto" w:fill="FFFFFF"/>
              </w:rPr>
            </w:pPr>
            <w:proofErr w:type="spellStart"/>
            <w:r w:rsidRPr="00AF64FD">
              <w:rPr>
                <w:b/>
                <w:bCs/>
                <w:sz w:val="20"/>
                <w:szCs w:val="20"/>
                <w:shd w:val="clear" w:color="auto" w:fill="FFFFFF"/>
              </w:rPr>
              <w:t>Мул</w:t>
            </w:r>
            <w:r w:rsidR="00E83DB9" w:rsidRPr="00AF64FD">
              <w:rPr>
                <w:b/>
                <w:bCs/>
                <w:sz w:val="20"/>
                <w:szCs w:val="20"/>
                <w:shd w:val="clear" w:color="auto" w:fill="FFFFFF"/>
              </w:rPr>
              <w:t>ы</w:t>
            </w:r>
            <w:r w:rsidRPr="00AF64FD">
              <w:rPr>
                <w:b/>
                <w:bCs/>
                <w:sz w:val="20"/>
                <w:szCs w:val="20"/>
                <w:shd w:val="clear" w:color="auto" w:fill="FFFFFF"/>
              </w:rPr>
              <w:t>мья</w:t>
            </w:r>
            <w:proofErr w:type="spellEnd"/>
            <w:r w:rsidRPr="00AF64FD">
              <w:rPr>
                <w:b/>
                <w:bCs/>
                <w:sz w:val="20"/>
                <w:szCs w:val="20"/>
                <w:shd w:val="clear" w:color="auto" w:fill="FFFFFF"/>
              </w:rPr>
              <w:t>.</w:t>
            </w:r>
          </w:p>
          <w:p w:rsidR="00013124" w:rsidRPr="00AF64FD" w:rsidRDefault="009D49B4" w:rsidP="00AF64FD">
            <w:pPr>
              <w:pStyle w:val="ae"/>
              <w:ind w:left="0"/>
              <w:jc w:val="both"/>
              <w:rPr>
                <w:bCs/>
                <w:sz w:val="20"/>
                <w:szCs w:val="20"/>
                <w:shd w:val="clear" w:color="auto" w:fill="FFFFFF"/>
              </w:rPr>
            </w:pPr>
            <w:r w:rsidRPr="00AF64FD">
              <w:rPr>
                <w:bCs/>
                <w:sz w:val="20"/>
                <w:szCs w:val="20"/>
                <w:shd w:val="clear" w:color="auto" w:fill="FFFFFF"/>
              </w:rPr>
              <w:t>Устранены</w:t>
            </w:r>
            <w:r w:rsidRPr="00AF64FD">
              <w:rPr>
                <w:sz w:val="20"/>
                <w:szCs w:val="20"/>
                <w:shd w:val="clear" w:color="auto" w:fill="FFFFFF"/>
              </w:rPr>
              <w:t>  несоответствия действующему </w:t>
            </w:r>
            <w:r w:rsidRPr="00AF64FD">
              <w:rPr>
                <w:bCs/>
                <w:sz w:val="20"/>
                <w:szCs w:val="20"/>
                <w:shd w:val="clear" w:color="auto" w:fill="FFFFFF"/>
              </w:rPr>
              <w:t>законодательству, отраженные в автоматизированной системе «Аналитик регионального законодательства»</w:t>
            </w:r>
            <w:r w:rsidR="00E83DB9" w:rsidRPr="00AF64FD">
              <w:rPr>
                <w:bCs/>
                <w:sz w:val="20"/>
                <w:szCs w:val="20"/>
                <w:shd w:val="clear" w:color="auto" w:fill="FFFFFF"/>
              </w:rPr>
              <w:t>.</w:t>
            </w:r>
          </w:p>
          <w:p w:rsidR="008F61C4" w:rsidRPr="00AF64FD" w:rsidRDefault="008F61C4" w:rsidP="00AF64FD">
            <w:pPr>
              <w:pStyle w:val="ae"/>
              <w:ind w:left="0"/>
              <w:jc w:val="both"/>
              <w:rPr>
                <w:b/>
                <w:bCs/>
                <w:sz w:val="20"/>
                <w:szCs w:val="20"/>
                <w:shd w:val="clear" w:color="auto" w:fill="FFFFFF"/>
              </w:rPr>
            </w:pPr>
            <w:proofErr w:type="spellStart"/>
            <w:r w:rsidRPr="00AF64FD">
              <w:rPr>
                <w:b/>
                <w:bCs/>
                <w:sz w:val="20"/>
                <w:szCs w:val="20"/>
                <w:shd w:val="clear" w:color="auto" w:fill="FFFFFF"/>
              </w:rPr>
              <w:t>Шугур</w:t>
            </w:r>
            <w:proofErr w:type="spellEnd"/>
            <w:r w:rsidRPr="00AF64FD">
              <w:rPr>
                <w:b/>
                <w:bCs/>
                <w:sz w:val="20"/>
                <w:szCs w:val="20"/>
                <w:shd w:val="clear" w:color="auto" w:fill="FFFFFF"/>
              </w:rPr>
              <w:t>.</w:t>
            </w:r>
          </w:p>
          <w:p w:rsidR="008F61C4" w:rsidRPr="00AF64FD" w:rsidRDefault="008F61C4" w:rsidP="00F839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AF6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риняты  меры по внесению изменений в муниципальные нормативные правовые акты, вступившие в противоречие с федеральными и региональными актами, отраженные в автоматизированной информационной системе "Аналитик регионального законодательства" -  в период с апреля по май 2021 года устранено выявленных несоответствий и внесено в информационную систему 50 НПА.</w:t>
            </w:r>
          </w:p>
        </w:tc>
      </w:tr>
      <w:tr w:rsidR="008F61C4" w:rsidRPr="00AF64FD" w:rsidTr="00F839B9">
        <w:tc>
          <w:tcPr>
            <w:tcW w:w="566" w:type="dxa"/>
          </w:tcPr>
          <w:p w:rsidR="008F61C4" w:rsidRPr="00AF64FD" w:rsidRDefault="008F61C4" w:rsidP="00AF64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9181" w:type="dxa"/>
          </w:tcPr>
          <w:p w:rsidR="008F61C4" w:rsidRPr="00AF64FD" w:rsidRDefault="008F61C4" w:rsidP="00AF64FD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AF64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Шугур</w:t>
            </w:r>
            <w:proofErr w:type="spellEnd"/>
            <w:r w:rsidRPr="00AF64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  <w:p w:rsidR="008F61C4" w:rsidRPr="00AF64FD" w:rsidRDefault="008F61C4" w:rsidP="00F839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 по осуществлению деятельности по обращению с животными без владельцев не поступали, предложения о внесении изменений в Закон Ханты-Мансийского автономного округа-Югры от 10.12.2019 №89-оз отсутствуют.</w:t>
            </w:r>
          </w:p>
          <w:p w:rsidR="008F61C4" w:rsidRPr="00AF64FD" w:rsidRDefault="008F61C4" w:rsidP="00AF64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76D24" w:rsidRPr="00516FD0" w:rsidRDefault="00025D8E" w:rsidP="00516FD0">
      <w:pPr>
        <w:ind w:firstLine="708"/>
      </w:pPr>
      <w:r>
        <w:t>*</w:t>
      </w:r>
      <w:r w:rsidR="00E83DB9">
        <w:t>По остальным пунктам информация принята к сведению.</w:t>
      </w:r>
    </w:p>
    <w:sectPr w:rsidR="00E76D24" w:rsidRPr="00516FD0" w:rsidSect="009C260A">
      <w:pgSz w:w="11906" w:h="16838"/>
      <w:pgMar w:top="1134" w:right="74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964" w:rsidRDefault="008D0964" w:rsidP="00617B40">
      <w:pPr>
        <w:spacing w:after="0" w:line="240" w:lineRule="auto"/>
      </w:pPr>
      <w:r>
        <w:separator/>
      </w:r>
    </w:p>
  </w:endnote>
  <w:endnote w:type="continuationSeparator" w:id="0">
    <w:p w:rsidR="008D0964" w:rsidRDefault="008D0964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0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964" w:rsidRDefault="008D0964" w:rsidP="00617B40">
      <w:pPr>
        <w:spacing w:after="0" w:line="240" w:lineRule="auto"/>
      </w:pPr>
      <w:r>
        <w:separator/>
      </w:r>
    </w:p>
  </w:footnote>
  <w:footnote w:type="continuationSeparator" w:id="0">
    <w:p w:rsidR="008D0964" w:rsidRDefault="008D0964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B68"/>
    <w:rsid w:val="00012153"/>
    <w:rsid w:val="00013124"/>
    <w:rsid w:val="0001533C"/>
    <w:rsid w:val="00017B34"/>
    <w:rsid w:val="00025D8E"/>
    <w:rsid w:val="0004059E"/>
    <w:rsid w:val="000553F6"/>
    <w:rsid w:val="00067268"/>
    <w:rsid w:val="0009485B"/>
    <w:rsid w:val="00094C89"/>
    <w:rsid w:val="000A20DE"/>
    <w:rsid w:val="000B30E4"/>
    <w:rsid w:val="000B4C48"/>
    <w:rsid w:val="000B6BD3"/>
    <w:rsid w:val="000D03F2"/>
    <w:rsid w:val="000E2AD9"/>
    <w:rsid w:val="000F242D"/>
    <w:rsid w:val="00113D3B"/>
    <w:rsid w:val="00124F36"/>
    <w:rsid w:val="00150967"/>
    <w:rsid w:val="00167936"/>
    <w:rsid w:val="00182B80"/>
    <w:rsid w:val="001847D2"/>
    <w:rsid w:val="0018600B"/>
    <w:rsid w:val="00186A59"/>
    <w:rsid w:val="001C5C3F"/>
    <w:rsid w:val="00225C7D"/>
    <w:rsid w:val="002300FD"/>
    <w:rsid w:val="00234040"/>
    <w:rsid w:val="00246AF5"/>
    <w:rsid w:val="002529F0"/>
    <w:rsid w:val="00256FF1"/>
    <w:rsid w:val="00261D49"/>
    <w:rsid w:val="00272880"/>
    <w:rsid w:val="0028339B"/>
    <w:rsid w:val="002920C6"/>
    <w:rsid w:val="002A75A0"/>
    <w:rsid w:val="002C6F1B"/>
    <w:rsid w:val="002D0994"/>
    <w:rsid w:val="00301280"/>
    <w:rsid w:val="00343BF0"/>
    <w:rsid w:val="00343FF5"/>
    <w:rsid w:val="003624D8"/>
    <w:rsid w:val="00365C36"/>
    <w:rsid w:val="00383D97"/>
    <w:rsid w:val="00393DAD"/>
    <w:rsid w:val="00397EFC"/>
    <w:rsid w:val="003E06C3"/>
    <w:rsid w:val="003E494E"/>
    <w:rsid w:val="003F0C86"/>
    <w:rsid w:val="003F2416"/>
    <w:rsid w:val="003F3603"/>
    <w:rsid w:val="003F4E5C"/>
    <w:rsid w:val="003F511F"/>
    <w:rsid w:val="00404BE7"/>
    <w:rsid w:val="00417101"/>
    <w:rsid w:val="00422070"/>
    <w:rsid w:val="004302CE"/>
    <w:rsid w:val="00431272"/>
    <w:rsid w:val="004333EE"/>
    <w:rsid w:val="0044500A"/>
    <w:rsid w:val="00465FC6"/>
    <w:rsid w:val="0049491B"/>
    <w:rsid w:val="004B28BF"/>
    <w:rsid w:val="004C069C"/>
    <w:rsid w:val="004C7125"/>
    <w:rsid w:val="004F72DA"/>
    <w:rsid w:val="004F7CDE"/>
    <w:rsid w:val="00516FD0"/>
    <w:rsid w:val="00532CA8"/>
    <w:rsid w:val="005439BD"/>
    <w:rsid w:val="0055030F"/>
    <w:rsid w:val="0056694C"/>
    <w:rsid w:val="005921DC"/>
    <w:rsid w:val="005A66B0"/>
    <w:rsid w:val="005B2935"/>
    <w:rsid w:val="005B7083"/>
    <w:rsid w:val="005F0864"/>
    <w:rsid w:val="00617B40"/>
    <w:rsid w:val="0062166C"/>
    <w:rsid w:val="00623C81"/>
    <w:rsid w:val="00624276"/>
    <w:rsid w:val="00626321"/>
    <w:rsid w:val="00636F28"/>
    <w:rsid w:val="00655734"/>
    <w:rsid w:val="006615CF"/>
    <w:rsid w:val="006722F9"/>
    <w:rsid w:val="00681141"/>
    <w:rsid w:val="006A02D8"/>
    <w:rsid w:val="006A5B30"/>
    <w:rsid w:val="006B1282"/>
    <w:rsid w:val="006C37AF"/>
    <w:rsid w:val="006C77B8"/>
    <w:rsid w:val="006D18AE"/>
    <w:rsid w:val="006D495B"/>
    <w:rsid w:val="007343BF"/>
    <w:rsid w:val="00736FD3"/>
    <w:rsid w:val="00762FD3"/>
    <w:rsid w:val="0077481C"/>
    <w:rsid w:val="007A0722"/>
    <w:rsid w:val="007C5828"/>
    <w:rsid w:val="00805A4C"/>
    <w:rsid w:val="00822F9D"/>
    <w:rsid w:val="008376BD"/>
    <w:rsid w:val="008459BB"/>
    <w:rsid w:val="00886731"/>
    <w:rsid w:val="00887852"/>
    <w:rsid w:val="00897CB6"/>
    <w:rsid w:val="008B5F77"/>
    <w:rsid w:val="008C2ACB"/>
    <w:rsid w:val="008D0964"/>
    <w:rsid w:val="008D6252"/>
    <w:rsid w:val="008E1D35"/>
    <w:rsid w:val="008E4601"/>
    <w:rsid w:val="008F61C4"/>
    <w:rsid w:val="00903CF1"/>
    <w:rsid w:val="00904296"/>
    <w:rsid w:val="00927695"/>
    <w:rsid w:val="00933810"/>
    <w:rsid w:val="00934CF8"/>
    <w:rsid w:val="00942C84"/>
    <w:rsid w:val="0096338B"/>
    <w:rsid w:val="009917B5"/>
    <w:rsid w:val="009A1B5C"/>
    <w:rsid w:val="009A231B"/>
    <w:rsid w:val="009C0855"/>
    <w:rsid w:val="009C1751"/>
    <w:rsid w:val="009D49B4"/>
    <w:rsid w:val="009F6EC2"/>
    <w:rsid w:val="00A14960"/>
    <w:rsid w:val="00A232D9"/>
    <w:rsid w:val="00A33D50"/>
    <w:rsid w:val="00A425BD"/>
    <w:rsid w:val="00A56B2A"/>
    <w:rsid w:val="00A72B68"/>
    <w:rsid w:val="00AA2AFC"/>
    <w:rsid w:val="00AA4B56"/>
    <w:rsid w:val="00AC16A7"/>
    <w:rsid w:val="00AC194A"/>
    <w:rsid w:val="00AD697A"/>
    <w:rsid w:val="00AE6C6F"/>
    <w:rsid w:val="00AF64FD"/>
    <w:rsid w:val="00B17E67"/>
    <w:rsid w:val="00B2079F"/>
    <w:rsid w:val="00B2259C"/>
    <w:rsid w:val="00B230DD"/>
    <w:rsid w:val="00B45F61"/>
    <w:rsid w:val="00B53A62"/>
    <w:rsid w:val="00B626AF"/>
    <w:rsid w:val="00B76CD1"/>
    <w:rsid w:val="00B81A2D"/>
    <w:rsid w:val="00B82AA8"/>
    <w:rsid w:val="00B8334A"/>
    <w:rsid w:val="00B9511D"/>
    <w:rsid w:val="00BB611F"/>
    <w:rsid w:val="00BB6489"/>
    <w:rsid w:val="00BB6639"/>
    <w:rsid w:val="00BE2AF4"/>
    <w:rsid w:val="00BF262A"/>
    <w:rsid w:val="00C002B4"/>
    <w:rsid w:val="00C16253"/>
    <w:rsid w:val="00C2131C"/>
    <w:rsid w:val="00C21D1F"/>
    <w:rsid w:val="00C239F1"/>
    <w:rsid w:val="00C36F0C"/>
    <w:rsid w:val="00C36F5A"/>
    <w:rsid w:val="00C51F70"/>
    <w:rsid w:val="00C7412C"/>
    <w:rsid w:val="00C93B96"/>
    <w:rsid w:val="00CA7141"/>
    <w:rsid w:val="00CB38EB"/>
    <w:rsid w:val="00CC7C2A"/>
    <w:rsid w:val="00CF3794"/>
    <w:rsid w:val="00CF44D0"/>
    <w:rsid w:val="00CF744D"/>
    <w:rsid w:val="00D007DF"/>
    <w:rsid w:val="00D155CC"/>
    <w:rsid w:val="00D20948"/>
    <w:rsid w:val="00D213D8"/>
    <w:rsid w:val="00D26095"/>
    <w:rsid w:val="00D4701F"/>
    <w:rsid w:val="00D5129C"/>
    <w:rsid w:val="00D53054"/>
    <w:rsid w:val="00D64FB3"/>
    <w:rsid w:val="00D8061E"/>
    <w:rsid w:val="00DB032D"/>
    <w:rsid w:val="00DC62EF"/>
    <w:rsid w:val="00DE12FA"/>
    <w:rsid w:val="00DF0F72"/>
    <w:rsid w:val="00E020E1"/>
    <w:rsid w:val="00E024DC"/>
    <w:rsid w:val="00E05238"/>
    <w:rsid w:val="00E05262"/>
    <w:rsid w:val="00E20655"/>
    <w:rsid w:val="00E26486"/>
    <w:rsid w:val="00E516F7"/>
    <w:rsid w:val="00E61DBF"/>
    <w:rsid w:val="00E624C3"/>
    <w:rsid w:val="00E76D24"/>
    <w:rsid w:val="00E83DB9"/>
    <w:rsid w:val="00ED01A2"/>
    <w:rsid w:val="00ED123C"/>
    <w:rsid w:val="00EE58EC"/>
    <w:rsid w:val="00EF214F"/>
    <w:rsid w:val="00F114E8"/>
    <w:rsid w:val="00F155DA"/>
    <w:rsid w:val="00F262C9"/>
    <w:rsid w:val="00F449DF"/>
    <w:rsid w:val="00F53DEC"/>
    <w:rsid w:val="00F55E37"/>
    <w:rsid w:val="00F765C7"/>
    <w:rsid w:val="00F839B9"/>
    <w:rsid w:val="00FA4CF5"/>
    <w:rsid w:val="00FA54F2"/>
    <w:rsid w:val="00FA600A"/>
    <w:rsid w:val="00FC3FBE"/>
    <w:rsid w:val="00FE367D"/>
    <w:rsid w:val="00FE71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3E06C3"/>
    <w:pPr>
      <w:keepNext/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49B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0D03F2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rsid w:val="003E06C3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e">
    <w:name w:val="List Paragraph"/>
    <w:basedOn w:val="a"/>
    <w:uiPriority w:val="34"/>
    <w:qFormat/>
    <w:rsid w:val="009D49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D49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ERTEXT">
    <w:name w:val=".HEADERTEXT"/>
    <w:uiPriority w:val="99"/>
    <w:rsid w:val="00AF64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3E06C3"/>
    <w:pPr>
      <w:keepNext/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49B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0D03F2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rsid w:val="003E06C3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e">
    <w:name w:val="List Paragraph"/>
    <w:basedOn w:val="a"/>
    <w:uiPriority w:val="34"/>
    <w:qFormat/>
    <w:rsid w:val="009D49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D49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ERTEXT">
    <w:name w:val=".HEADERTEXT"/>
    <w:uiPriority w:val="99"/>
    <w:rsid w:val="00AF64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dmkonda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uma@admkonda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21102\Documents\&#1044;&#1077;&#1083;&#1086;%20&#1064;&#1072;&#1073;&#1083;&#1086;&#1085;%20&#1075;&#1083;&#1072;&#107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35E74-0C06-4633-B942-EF1E31BEA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Дело Шаблон глава</Template>
  <TotalTime>0</TotalTime>
  <Pages>5</Pages>
  <Words>2629</Words>
  <Characters>14986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2021-06-10T04:59:00Z</dcterms:created>
  <dcterms:modified xsi:type="dcterms:W3CDTF">2021-06-10T11:06:00Z</dcterms:modified>
</cp:coreProperties>
</file>